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F641A" w14:textId="77777777" w:rsidR="00120F77" w:rsidRPr="00284FF8" w:rsidRDefault="00120F77" w:rsidP="00206F0B">
      <w:pPr>
        <w:rPr>
          <w:rFonts w:ascii="Comic Sans MS" w:hAnsi="Comic Sans MS"/>
          <w:szCs w:val="20"/>
        </w:rPr>
      </w:pPr>
    </w:p>
    <w:p w14:paraId="0C17D0F5" w14:textId="77777777" w:rsidR="003039CA" w:rsidRPr="00A70D8A" w:rsidRDefault="001B24EC" w:rsidP="00DF13C3">
      <w:pPr>
        <w:pStyle w:val="Default"/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>
        <w:rPr>
          <w:rFonts w:ascii="Comic Sans MS" w:hAnsi="Comic Sans MS"/>
          <w:b/>
          <w:noProof/>
          <w:sz w:val="28"/>
          <w:szCs w:val="28"/>
          <w:u w:val="single"/>
        </w:rPr>
        <w:t>Aspects théoriques de l’activité</w:t>
      </w:r>
    </w:p>
    <w:p w14:paraId="08B8063F" w14:textId="77777777" w:rsidR="00DF13C3" w:rsidRDefault="00DF13C3" w:rsidP="00DF13C3">
      <w:pPr>
        <w:pStyle w:val="Default"/>
        <w:jc w:val="center"/>
        <w:rPr>
          <w:rFonts w:ascii="Comic Sans MS" w:hAnsi="Comic Sans MS"/>
          <w:noProof/>
          <w:sz w:val="28"/>
          <w:szCs w:val="28"/>
          <w:u w:val="single"/>
        </w:rPr>
      </w:pPr>
      <w:r w:rsidRPr="0072145E">
        <w:rPr>
          <w:rFonts w:ascii="Comic Sans MS" w:hAnsi="Comic Sans MS"/>
          <w:noProof/>
          <w:sz w:val="28"/>
          <w:szCs w:val="28"/>
          <w:u w:val="single"/>
        </w:rPr>
        <w:t xml:space="preserve">Durée 1h30 Coefficient </w:t>
      </w:r>
      <w:r w:rsidR="001B24EC">
        <w:rPr>
          <w:rFonts w:ascii="Comic Sans MS" w:hAnsi="Comic Sans MS"/>
          <w:noProof/>
          <w:sz w:val="28"/>
          <w:szCs w:val="28"/>
          <w:u w:val="single"/>
        </w:rPr>
        <w:t>3</w:t>
      </w:r>
    </w:p>
    <w:p w14:paraId="0B737443" w14:textId="77777777" w:rsidR="00120F77" w:rsidRPr="00284FF8" w:rsidRDefault="00120F77" w:rsidP="00284FF8">
      <w:pPr>
        <w:pStyle w:val="Default"/>
        <w:rPr>
          <w:rFonts w:ascii="Comic Sans MS" w:eastAsia="Times New Roman" w:hAnsi="Comic Sans MS"/>
          <w:color w:val="0070C0"/>
          <w:sz w:val="20"/>
          <w:szCs w:val="20"/>
        </w:rPr>
      </w:pPr>
    </w:p>
    <w:p w14:paraId="16D45E0E" w14:textId="77777777" w:rsidR="00C00A01" w:rsidRDefault="00C00A01" w:rsidP="00284FF8">
      <w:pPr>
        <w:ind w:right="282"/>
        <w:rPr>
          <w:bCs/>
          <w:szCs w:val="20"/>
        </w:rPr>
      </w:pPr>
    </w:p>
    <w:p w14:paraId="61826ACC" w14:textId="77777777" w:rsidR="00284FF8" w:rsidRPr="00284FF8" w:rsidRDefault="00284FF8" w:rsidP="00284FF8">
      <w:pPr>
        <w:ind w:right="282"/>
        <w:rPr>
          <w:bCs/>
          <w:szCs w:val="20"/>
        </w:rPr>
      </w:pPr>
    </w:p>
    <w:p w14:paraId="0A617484" w14:textId="4C7E3E1F" w:rsidR="00284FF8" w:rsidRPr="00284FF8" w:rsidRDefault="00284FF8" w:rsidP="00284FF8">
      <w:pPr>
        <w:ind w:right="282"/>
        <w:rPr>
          <w:rFonts w:ascii="Comic Sans MS" w:hAnsi="Comic Sans MS"/>
          <w:b/>
          <w:bCs/>
          <w:szCs w:val="20"/>
          <w:u w:val="single"/>
        </w:rPr>
      </w:pPr>
      <w:r w:rsidRPr="00284FF8">
        <w:rPr>
          <w:rFonts w:ascii="Comic Sans MS" w:hAnsi="Comic Sans MS"/>
          <w:b/>
          <w:bCs/>
          <w:szCs w:val="20"/>
          <w:u w:val="single"/>
        </w:rPr>
        <w:t>QUESTION 1 (6 points)</w:t>
      </w:r>
    </w:p>
    <w:p w14:paraId="65201F53" w14:textId="77777777" w:rsidR="00284FF8" w:rsidRPr="00284FF8" w:rsidRDefault="00284FF8" w:rsidP="00284FF8">
      <w:pPr>
        <w:ind w:right="282"/>
        <w:rPr>
          <w:rFonts w:ascii="Comic Sans MS" w:hAnsi="Comic Sans MS"/>
          <w:b/>
          <w:bCs/>
          <w:sz w:val="8"/>
          <w:szCs w:val="8"/>
        </w:rPr>
      </w:pPr>
    </w:p>
    <w:p w14:paraId="6C28F748" w14:textId="57BFA69F" w:rsidR="00C00A01" w:rsidRPr="00284FF8" w:rsidRDefault="00C00A01" w:rsidP="00284FF8">
      <w:pPr>
        <w:ind w:right="28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 xml:space="preserve"> Un plonge</w:t>
      </w:r>
      <w:r w:rsidR="00417997" w:rsidRPr="00284FF8">
        <w:rPr>
          <w:rFonts w:ascii="Comic Sans MS" w:hAnsi="Comic Sans MS"/>
          <w:bCs/>
          <w:szCs w:val="20"/>
        </w:rPr>
        <w:t>ur s’immerge avec un bloc de 15L</w:t>
      </w:r>
      <w:r w:rsidR="00E4219D" w:rsidRPr="00284FF8">
        <w:rPr>
          <w:rFonts w:ascii="Comic Sans MS" w:hAnsi="Comic Sans MS"/>
          <w:bCs/>
          <w:szCs w:val="20"/>
        </w:rPr>
        <w:t xml:space="preserve"> à 200 bars</w:t>
      </w:r>
      <w:r w:rsidR="003939FC" w:rsidRPr="00284FF8">
        <w:rPr>
          <w:rFonts w:ascii="Comic Sans MS" w:hAnsi="Comic Sans MS"/>
          <w:bCs/>
          <w:szCs w:val="20"/>
        </w:rPr>
        <w:t xml:space="preserve"> pour une plongée profonde</w:t>
      </w:r>
      <w:r w:rsidRPr="00284FF8">
        <w:rPr>
          <w:rFonts w:ascii="Comic Sans MS" w:hAnsi="Comic Sans MS"/>
          <w:bCs/>
          <w:szCs w:val="20"/>
        </w:rPr>
        <w:t>. On considère la consommation moyenne de ce plongeur en surface à 15l/min :</w:t>
      </w:r>
    </w:p>
    <w:p w14:paraId="31B6A12B" w14:textId="164D5905" w:rsidR="009F4217" w:rsidRPr="00284FF8" w:rsidRDefault="004E346E" w:rsidP="00284FF8">
      <w:pPr>
        <w:numPr>
          <w:ilvl w:val="0"/>
          <w:numId w:val="10"/>
        </w:numPr>
        <w:ind w:left="567" w:right="282" w:hanging="283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Calculez la chute de pression, en bars par minute, lue au manomètre à 40m, à 50 m et à 60m pour ce bloc de 15L (</w:t>
      </w:r>
      <w:r w:rsidR="00F07B97" w:rsidRPr="00284FF8">
        <w:rPr>
          <w:rFonts w:ascii="Comic Sans MS" w:hAnsi="Comic Sans MS"/>
          <w:bCs/>
          <w:szCs w:val="20"/>
        </w:rPr>
        <w:t>1,5</w:t>
      </w:r>
      <w:r w:rsidRPr="00284FF8">
        <w:rPr>
          <w:rFonts w:ascii="Comic Sans MS" w:hAnsi="Comic Sans MS"/>
          <w:bCs/>
          <w:szCs w:val="20"/>
        </w:rPr>
        <w:t>pt)</w:t>
      </w:r>
    </w:p>
    <w:p w14:paraId="634804E0" w14:textId="70459C38" w:rsidR="00284FF8" w:rsidRPr="007A5B5E" w:rsidRDefault="004E346E" w:rsidP="00284FF8">
      <w:pPr>
        <w:numPr>
          <w:ilvl w:val="0"/>
          <w:numId w:val="10"/>
        </w:numPr>
        <w:ind w:left="567" w:right="282" w:hanging="283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Comment pouvez-vous utiliser c</w:t>
      </w:r>
      <w:r w:rsidR="009C718A" w:rsidRPr="00284FF8">
        <w:rPr>
          <w:rFonts w:ascii="Comic Sans MS" w:hAnsi="Comic Sans MS"/>
          <w:bCs/>
          <w:szCs w:val="20"/>
        </w:rPr>
        <w:t>e calcul</w:t>
      </w:r>
      <w:r w:rsidRPr="00284FF8">
        <w:rPr>
          <w:rFonts w:ascii="Comic Sans MS" w:hAnsi="Comic Sans MS"/>
          <w:bCs/>
          <w:szCs w:val="20"/>
        </w:rPr>
        <w:t xml:space="preserve"> pour sensibiliser vos plongeurs aux risques </w:t>
      </w:r>
      <w:r w:rsidR="00E03960" w:rsidRPr="00284FF8">
        <w:rPr>
          <w:rFonts w:ascii="Comic Sans MS" w:hAnsi="Comic Sans MS"/>
          <w:bCs/>
          <w:szCs w:val="20"/>
        </w:rPr>
        <w:t xml:space="preserve">d’une panne d’air </w:t>
      </w:r>
      <w:r w:rsidRPr="00284FF8">
        <w:rPr>
          <w:rFonts w:ascii="Comic Sans MS" w:hAnsi="Comic Sans MS"/>
          <w:bCs/>
          <w:szCs w:val="20"/>
        </w:rPr>
        <w:t xml:space="preserve"> et à l’organisation de </w:t>
      </w:r>
      <w:r w:rsidR="009C718A" w:rsidRPr="00284FF8">
        <w:rPr>
          <w:rFonts w:ascii="Comic Sans MS" w:hAnsi="Comic Sans MS"/>
          <w:bCs/>
          <w:szCs w:val="20"/>
        </w:rPr>
        <w:t>la</w:t>
      </w:r>
      <w:r w:rsidR="00D55FF5" w:rsidRPr="00284FF8">
        <w:rPr>
          <w:rFonts w:ascii="Comic Sans MS" w:hAnsi="Comic Sans MS"/>
          <w:bCs/>
          <w:szCs w:val="20"/>
        </w:rPr>
        <w:t xml:space="preserve"> </w:t>
      </w:r>
      <w:r w:rsidRPr="00284FF8">
        <w:rPr>
          <w:rFonts w:ascii="Comic Sans MS" w:hAnsi="Comic Sans MS"/>
          <w:bCs/>
          <w:szCs w:val="20"/>
        </w:rPr>
        <w:t>plongée</w:t>
      </w:r>
      <w:r w:rsidR="00D55FF5" w:rsidRPr="00284FF8">
        <w:rPr>
          <w:rFonts w:ascii="Comic Sans MS" w:hAnsi="Comic Sans MS"/>
          <w:bCs/>
          <w:szCs w:val="20"/>
        </w:rPr>
        <w:t xml:space="preserve"> profonde</w:t>
      </w:r>
      <w:r w:rsidRPr="00284FF8">
        <w:rPr>
          <w:rFonts w:ascii="Comic Sans MS" w:hAnsi="Comic Sans MS"/>
          <w:bCs/>
          <w:szCs w:val="20"/>
        </w:rPr>
        <w:t xml:space="preserve"> ? (</w:t>
      </w:r>
      <w:r w:rsidR="00F07B97" w:rsidRPr="00284FF8">
        <w:rPr>
          <w:rFonts w:ascii="Comic Sans MS" w:hAnsi="Comic Sans MS"/>
          <w:bCs/>
          <w:szCs w:val="20"/>
        </w:rPr>
        <w:t>4</w:t>
      </w:r>
      <w:r w:rsidR="00170EB8" w:rsidRPr="00284FF8">
        <w:rPr>
          <w:rFonts w:ascii="Comic Sans MS" w:hAnsi="Comic Sans MS"/>
          <w:bCs/>
          <w:szCs w:val="20"/>
        </w:rPr>
        <w:t>,5</w:t>
      </w:r>
      <w:r w:rsidRPr="00284FF8">
        <w:rPr>
          <w:rFonts w:ascii="Comic Sans MS" w:hAnsi="Comic Sans MS"/>
          <w:bCs/>
          <w:szCs w:val="20"/>
        </w:rPr>
        <w:t>pts)</w:t>
      </w:r>
    </w:p>
    <w:p w14:paraId="11389046" w14:textId="77777777" w:rsidR="00C00A01" w:rsidRPr="00284FF8" w:rsidRDefault="00C00A01" w:rsidP="00284FF8">
      <w:pPr>
        <w:ind w:right="282"/>
        <w:rPr>
          <w:rFonts w:ascii="Comic Sans MS" w:hAnsi="Comic Sans MS"/>
          <w:bCs/>
          <w:szCs w:val="20"/>
        </w:rPr>
      </w:pPr>
    </w:p>
    <w:p w14:paraId="768D4819" w14:textId="117A81F8" w:rsidR="00284FF8" w:rsidRPr="00284FF8" w:rsidRDefault="00284FF8" w:rsidP="00284FF8">
      <w:pPr>
        <w:ind w:right="282"/>
        <w:rPr>
          <w:rFonts w:ascii="Comic Sans MS" w:hAnsi="Comic Sans MS"/>
          <w:b/>
          <w:bCs/>
          <w:szCs w:val="20"/>
          <w:u w:val="single"/>
        </w:rPr>
      </w:pPr>
      <w:r w:rsidRPr="00284FF8">
        <w:rPr>
          <w:rFonts w:ascii="Comic Sans MS" w:hAnsi="Comic Sans MS"/>
          <w:b/>
          <w:bCs/>
          <w:szCs w:val="20"/>
          <w:u w:val="single"/>
        </w:rPr>
        <w:t>QUESTION 2 (7 points)</w:t>
      </w:r>
    </w:p>
    <w:p w14:paraId="1C5E92FD" w14:textId="77777777" w:rsidR="00284FF8" w:rsidRPr="00284FF8" w:rsidRDefault="00284FF8" w:rsidP="00284FF8">
      <w:pPr>
        <w:ind w:right="282"/>
        <w:rPr>
          <w:rFonts w:ascii="Comic Sans MS" w:hAnsi="Comic Sans MS"/>
          <w:b/>
          <w:bCs/>
          <w:sz w:val="8"/>
          <w:szCs w:val="8"/>
        </w:rPr>
      </w:pPr>
    </w:p>
    <w:p w14:paraId="42037584" w14:textId="2513EB2F" w:rsidR="005A07B5" w:rsidRPr="00284FF8" w:rsidRDefault="007441E8" w:rsidP="00284FF8">
      <w:pPr>
        <w:ind w:right="28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Nous sommes en janvier et l</w:t>
      </w:r>
      <w:r w:rsidR="00AB2D18" w:rsidRPr="00284FF8">
        <w:rPr>
          <w:rFonts w:ascii="Comic Sans MS" w:hAnsi="Comic Sans MS"/>
          <w:bCs/>
          <w:szCs w:val="20"/>
        </w:rPr>
        <w:t xml:space="preserve">e président de votre CODEP vous confie l’organisation de la formation </w:t>
      </w:r>
      <w:r w:rsidRPr="00284FF8">
        <w:rPr>
          <w:rFonts w:ascii="Comic Sans MS" w:hAnsi="Comic Sans MS"/>
          <w:bCs/>
          <w:szCs w:val="20"/>
        </w:rPr>
        <w:t>pratique des g</w:t>
      </w:r>
      <w:r w:rsidR="00AB2D18" w:rsidRPr="00284FF8">
        <w:rPr>
          <w:rFonts w:ascii="Comic Sans MS" w:hAnsi="Comic Sans MS"/>
          <w:bCs/>
          <w:szCs w:val="20"/>
        </w:rPr>
        <w:t xml:space="preserve">uides de palanquée sur </w:t>
      </w:r>
      <w:r w:rsidR="005A07B5" w:rsidRPr="00284FF8">
        <w:rPr>
          <w:rFonts w:ascii="Comic Sans MS" w:hAnsi="Comic Sans MS"/>
          <w:bCs/>
          <w:szCs w:val="20"/>
        </w:rPr>
        <w:t>trois week-ends, répartis</w:t>
      </w:r>
      <w:r w:rsidRPr="00284FF8">
        <w:rPr>
          <w:rFonts w:ascii="Comic Sans MS" w:hAnsi="Comic Sans MS"/>
          <w:bCs/>
          <w:szCs w:val="20"/>
        </w:rPr>
        <w:t xml:space="preserve"> de mars à mai. L’objectif est de leur permettre de se présenter à l’examen à partir de mi juin. Le profil des 8 candidats est le suivant :</w:t>
      </w:r>
    </w:p>
    <w:p w14:paraId="19C0299D" w14:textId="1F2B24BD" w:rsidR="005A07B5" w:rsidRPr="00284FF8" w:rsidRDefault="007441E8" w:rsidP="003E525F">
      <w:pPr>
        <w:numPr>
          <w:ilvl w:val="0"/>
          <w:numId w:val="17"/>
        </w:numPr>
        <w:ind w:left="284" w:right="282" w:hanging="14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ils sont titulaires du niveau 3 depuis 1 an pour le plus jeune et 5 ans pour le plus ancien</w:t>
      </w:r>
    </w:p>
    <w:p w14:paraId="06DC6151" w14:textId="143A3951" w:rsidR="005A07B5" w:rsidRPr="00284FF8" w:rsidRDefault="007441E8" w:rsidP="003E525F">
      <w:pPr>
        <w:numPr>
          <w:ilvl w:val="0"/>
          <w:numId w:val="17"/>
        </w:numPr>
        <w:ind w:left="284" w:hanging="14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ils ont une vingtaine de plongées dans l’année qui précède leur préparation (dont une dizaine dans la zone de 40m)</w:t>
      </w:r>
    </w:p>
    <w:p w14:paraId="35D4643D" w14:textId="06F7DDCE" w:rsidR="00120F77" w:rsidRPr="00284FF8" w:rsidRDefault="005A07B5" w:rsidP="003E525F">
      <w:pPr>
        <w:numPr>
          <w:ilvl w:val="0"/>
          <w:numId w:val="11"/>
        </w:numPr>
        <w:ind w:left="567" w:right="282" w:hanging="283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Proposez un pl</w:t>
      </w:r>
      <w:r w:rsidR="004D34F6" w:rsidRPr="00284FF8">
        <w:rPr>
          <w:rFonts w:ascii="Comic Sans MS" w:hAnsi="Comic Sans MS"/>
          <w:bCs/>
          <w:szCs w:val="20"/>
        </w:rPr>
        <w:t>anning de ces trois week-ends (4</w:t>
      </w:r>
      <w:r w:rsidRPr="00284FF8">
        <w:rPr>
          <w:rFonts w:ascii="Comic Sans MS" w:hAnsi="Comic Sans MS"/>
          <w:bCs/>
          <w:szCs w:val="20"/>
        </w:rPr>
        <w:t>pts)</w:t>
      </w:r>
    </w:p>
    <w:p w14:paraId="1C5598B1" w14:textId="1ABA4816" w:rsidR="00120F77" w:rsidRPr="007A5B5E" w:rsidRDefault="00E03960" w:rsidP="00284FF8">
      <w:pPr>
        <w:numPr>
          <w:ilvl w:val="0"/>
          <w:numId w:val="11"/>
        </w:numPr>
        <w:ind w:left="567" w:right="282" w:hanging="283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Quelles consignes particulières donneriez-vous aux moniteurs lors du premier week-end ? (3pts)</w:t>
      </w:r>
    </w:p>
    <w:p w14:paraId="5CEFED60" w14:textId="77777777" w:rsidR="00284FF8" w:rsidRPr="00284FF8" w:rsidRDefault="00284FF8" w:rsidP="00284FF8">
      <w:pPr>
        <w:ind w:right="282"/>
        <w:rPr>
          <w:rFonts w:ascii="Comic Sans MS" w:hAnsi="Comic Sans MS"/>
          <w:bCs/>
          <w:szCs w:val="20"/>
        </w:rPr>
      </w:pPr>
    </w:p>
    <w:p w14:paraId="4CD9E3A8" w14:textId="23D8C609" w:rsidR="00284FF8" w:rsidRPr="00284FF8" w:rsidRDefault="00284FF8" w:rsidP="00284FF8">
      <w:pPr>
        <w:ind w:right="282"/>
        <w:rPr>
          <w:rFonts w:ascii="Comic Sans MS" w:hAnsi="Comic Sans MS"/>
          <w:b/>
          <w:bCs/>
          <w:szCs w:val="20"/>
          <w:u w:val="single"/>
        </w:rPr>
      </w:pPr>
      <w:r w:rsidRPr="00284FF8">
        <w:rPr>
          <w:rFonts w:ascii="Comic Sans MS" w:hAnsi="Comic Sans MS"/>
          <w:b/>
          <w:bCs/>
          <w:szCs w:val="20"/>
          <w:u w:val="single"/>
        </w:rPr>
        <w:t>QUESTION 3 (7 points)</w:t>
      </w:r>
    </w:p>
    <w:p w14:paraId="7339B399" w14:textId="77777777" w:rsidR="00284FF8" w:rsidRPr="00284FF8" w:rsidRDefault="00284FF8" w:rsidP="00284FF8">
      <w:pPr>
        <w:ind w:right="282"/>
        <w:rPr>
          <w:rFonts w:ascii="Comic Sans MS" w:hAnsi="Comic Sans MS"/>
          <w:b/>
          <w:bCs/>
          <w:sz w:val="8"/>
          <w:szCs w:val="8"/>
        </w:rPr>
      </w:pPr>
    </w:p>
    <w:p w14:paraId="63B2AC20" w14:textId="5DFF849D" w:rsidR="00266F44" w:rsidRPr="00284FF8" w:rsidRDefault="00266F44" w:rsidP="00284FF8">
      <w:pPr>
        <w:ind w:right="28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Le président de votre club sollicite votre expertise pour l’achat d’un nouveau compresseur. Il vous demande de le dimensionner, sachant que :</w:t>
      </w:r>
    </w:p>
    <w:p w14:paraId="5882250F" w14:textId="77777777" w:rsidR="00266F44" w:rsidRPr="00284FF8" w:rsidRDefault="00917E50" w:rsidP="003E525F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le club dispose d’un semi rigide de 16 plongeurs</w:t>
      </w:r>
    </w:p>
    <w:p w14:paraId="13D49DB3" w14:textId="77777777" w:rsidR="00917E50" w:rsidRPr="00284FF8" w:rsidRDefault="00917E50" w:rsidP="003E525F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le parc de bouteilles est composé à part égale de 12 et de 15 litres à 200 bars</w:t>
      </w:r>
      <w:r w:rsidR="00CC73C7" w:rsidRPr="00284FF8">
        <w:rPr>
          <w:rFonts w:ascii="Comic Sans MS" w:hAnsi="Comic Sans MS"/>
          <w:bCs/>
          <w:szCs w:val="20"/>
        </w:rPr>
        <w:t xml:space="preserve"> de pression de service</w:t>
      </w:r>
    </w:p>
    <w:p w14:paraId="5EB2890F" w14:textId="77777777" w:rsidR="00917E50" w:rsidRPr="00284FF8" w:rsidRDefault="00917E50" w:rsidP="003E525F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le club sort en général matin et après-midi, le samedi et le dimanche</w:t>
      </w:r>
    </w:p>
    <w:p w14:paraId="0240E4A9" w14:textId="77777777" w:rsidR="00917E50" w:rsidRPr="00284FF8" w:rsidRDefault="00917E50" w:rsidP="003E525F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le président souhaite pouvoir regonfler entre deux plongées pendant maximum 2h00</w:t>
      </w:r>
    </w:p>
    <w:p w14:paraId="63B13918" w14:textId="15D8E960" w:rsidR="00FD3E98" w:rsidRPr="00284FF8" w:rsidRDefault="00FD3E98" w:rsidP="003E525F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on considèrera qu’il reste 50 bars de pression résiduelle dans les blocs</w:t>
      </w:r>
    </w:p>
    <w:p w14:paraId="64CAECF8" w14:textId="77777777" w:rsidR="00302EA1" w:rsidRDefault="00484983" w:rsidP="003E525F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on fait l’</w:t>
      </w:r>
      <w:r w:rsidR="00302EA1">
        <w:rPr>
          <w:rFonts w:ascii="Comic Sans MS" w:hAnsi="Comic Sans MS"/>
          <w:bCs/>
          <w:szCs w:val="20"/>
        </w:rPr>
        <w:t xml:space="preserve">hypothèse que l’air est </w:t>
      </w:r>
      <w:r w:rsidRPr="00284FF8">
        <w:rPr>
          <w:rFonts w:ascii="Comic Sans MS" w:hAnsi="Comic Sans MS"/>
          <w:bCs/>
          <w:szCs w:val="20"/>
        </w:rPr>
        <w:t xml:space="preserve">un gaz parfait </w:t>
      </w:r>
      <w:r w:rsidR="00302EA1">
        <w:rPr>
          <w:rFonts w:ascii="Comic Sans MS" w:hAnsi="Comic Sans MS"/>
          <w:bCs/>
          <w:szCs w:val="20"/>
        </w:rPr>
        <w:t>jusqu’ à 300 bars.</w:t>
      </w:r>
    </w:p>
    <w:p w14:paraId="6776DFAF" w14:textId="77023C1C" w:rsidR="00F32DF0" w:rsidRDefault="00917E50" w:rsidP="003E525F">
      <w:pPr>
        <w:numPr>
          <w:ilvl w:val="0"/>
          <w:numId w:val="13"/>
        </w:numPr>
        <w:ind w:left="567" w:right="28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Calculez le débit optimal</w:t>
      </w:r>
      <w:r w:rsidR="00BC12E6" w:rsidRPr="00284FF8">
        <w:rPr>
          <w:rFonts w:ascii="Comic Sans MS" w:hAnsi="Comic Sans MS"/>
          <w:bCs/>
          <w:szCs w:val="20"/>
        </w:rPr>
        <w:t xml:space="preserve"> (en m3</w:t>
      </w:r>
      <w:r w:rsidR="0086498F" w:rsidRPr="00284FF8">
        <w:rPr>
          <w:rFonts w:ascii="Comic Sans MS" w:hAnsi="Comic Sans MS"/>
          <w:bCs/>
          <w:szCs w:val="20"/>
        </w:rPr>
        <w:t xml:space="preserve"> par heure) </w:t>
      </w:r>
      <w:r w:rsidRPr="00284FF8">
        <w:rPr>
          <w:rFonts w:ascii="Comic Sans MS" w:hAnsi="Comic Sans MS"/>
          <w:bCs/>
          <w:szCs w:val="20"/>
        </w:rPr>
        <w:t>du compresseur qu’il faudra acquérir.</w:t>
      </w:r>
      <w:r w:rsidR="00F32DF0" w:rsidRPr="00284FF8">
        <w:rPr>
          <w:rFonts w:ascii="Comic Sans MS" w:hAnsi="Comic Sans MS"/>
          <w:bCs/>
          <w:szCs w:val="20"/>
        </w:rPr>
        <w:t xml:space="preserve"> (2</w:t>
      </w:r>
      <w:r w:rsidR="00AD2155" w:rsidRPr="00284FF8">
        <w:rPr>
          <w:rFonts w:ascii="Comic Sans MS" w:hAnsi="Comic Sans MS"/>
          <w:bCs/>
          <w:szCs w:val="20"/>
        </w:rPr>
        <w:t>pts)</w:t>
      </w:r>
    </w:p>
    <w:p w14:paraId="7E88CCB3" w14:textId="6264DD2C" w:rsidR="003504F9" w:rsidRPr="00284FF8" w:rsidRDefault="00D555AB" w:rsidP="003504F9">
      <w:pPr>
        <w:ind w:left="567" w:right="282"/>
        <w:rPr>
          <w:rFonts w:ascii="Comic Sans MS" w:hAnsi="Comic Sans MS"/>
          <w:bCs/>
          <w:szCs w:val="20"/>
        </w:rPr>
      </w:pPr>
      <w:r>
        <w:rPr>
          <w:rFonts w:ascii="Comic Sans MS" w:hAnsi="Comic Sans MS"/>
          <w:bCs/>
          <w:szCs w:val="20"/>
        </w:rPr>
        <w:t xml:space="preserve">On considère </w:t>
      </w:r>
      <w:r w:rsidR="003504F9">
        <w:rPr>
          <w:rFonts w:ascii="Comic Sans MS" w:hAnsi="Comic Sans MS"/>
          <w:bCs/>
          <w:szCs w:val="20"/>
        </w:rPr>
        <w:t>8 blocs 12 l et 8 blocs 15l par sortie</w:t>
      </w:r>
    </w:p>
    <w:p w14:paraId="169F0EB5" w14:textId="77777777" w:rsidR="00A6745D" w:rsidRDefault="00CE6921" w:rsidP="00A6745D">
      <w:pPr>
        <w:pStyle w:val="Pardeliste"/>
        <w:ind w:left="567" w:right="28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NB : on ne tiendra pas compte du bloc de sécurité</w:t>
      </w:r>
      <w:r w:rsidR="0015569C" w:rsidRPr="00284FF8">
        <w:rPr>
          <w:rFonts w:ascii="Comic Sans MS" w:hAnsi="Comic Sans MS"/>
          <w:bCs/>
          <w:szCs w:val="20"/>
        </w:rPr>
        <w:t xml:space="preserve"> </w:t>
      </w:r>
    </w:p>
    <w:p w14:paraId="612E5312" w14:textId="6F03F9DC" w:rsidR="00F31310" w:rsidRPr="003E774C" w:rsidRDefault="00F31310" w:rsidP="00A6745D">
      <w:pPr>
        <w:pStyle w:val="Pardeliste"/>
        <w:numPr>
          <w:ilvl w:val="0"/>
          <w:numId w:val="13"/>
        </w:numPr>
        <w:ind w:right="28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Faites une proposition d’installation de tampons de 50 litres à 300 bars (groupés par trois), en reliant tous les blocs de plongée à gonfler ensemble, afin de ne pas avoir besoin d’utiliser le compresseur pendant la pause méridienne, et prendre le repas au calme en compagnie de tous. (3pts)</w:t>
      </w:r>
    </w:p>
    <w:p w14:paraId="4935D240" w14:textId="77777777" w:rsidR="00F31310" w:rsidRDefault="00F31310" w:rsidP="00F31310">
      <w:pPr>
        <w:ind w:left="567" w:right="28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Vous arrondirez chaque résultat intermédiaire à l’unité la plus proche.</w:t>
      </w:r>
    </w:p>
    <w:p w14:paraId="30CFACA1" w14:textId="5FCD54AA" w:rsidR="00F31310" w:rsidRDefault="00D555AB" w:rsidP="00F31310">
      <w:pPr>
        <w:ind w:left="567" w:right="282"/>
        <w:rPr>
          <w:rFonts w:ascii="Comic Sans MS" w:hAnsi="Comic Sans MS"/>
          <w:bCs/>
          <w:szCs w:val="20"/>
        </w:rPr>
      </w:pPr>
      <w:r>
        <w:rPr>
          <w:rFonts w:ascii="Comic Sans MS" w:hAnsi="Comic Sans MS"/>
          <w:bCs/>
          <w:szCs w:val="20"/>
        </w:rPr>
        <w:t>On considère</w:t>
      </w:r>
      <w:r w:rsidR="00F31310">
        <w:rPr>
          <w:rFonts w:ascii="Comic Sans MS" w:hAnsi="Comic Sans MS"/>
          <w:bCs/>
          <w:szCs w:val="20"/>
        </w:rPr>
        <w:t xml:space="preserve"> que l</w:t>
      </w:r>
      <w:r w:rsidR="00F31310" w:rsidRPr="00284FF8">
        <w:rPr>
          <w:rFonts w:ascii="Comic Sans MS" w:hAnsi="Comic Sans MS"/>
          <w:bCs/>
          <w:szCs w:val="20"/>
        </w:rPr>
        <w:t>a tem</w:t>
      </w:r>
      <w:r w:rsidR="00F31310">
        <w:rPr>
          <w:rFonts w:ascii="Comic Sans MS" w:hAnsi="Comic Sans MS"/>
          <w:bCs/>
          <w:szCs w:val="20"/>
        </w:rPr>
        <w:t>pérature des gaz est restée constante</w:t>
      </w:r>
      <w:r>
        <w:rPr>
          <w:rFonts w:ascii="Comic Sans MS" w:hAnsi="Comic Sans MS"/>
          <w:bCs/>
          <w:szCs w:val="20"/>
        </w:rPr>
        <w:t xml:space="preserve"> pendant toutes les manipulations.</w:t>
      </w:r>
    </w:p>
    <w:p w14:paraId="1AF287B7" w14:textId="4E39E60E" w:rsidR="00A6745D" w:rsidRPr="007A5B5E" w:rsidRDefault="00A6745D" w:rsidP="007A5B5E">
      <w:pPr>
        <w:pStyle w:val="Pardeliste"/>
        <w:numPr>
          <w:ilvl w:val="0"/>
          <w:numId w:val="13"/>
        </w:numPr>
        <w:ind w:right="282"/>
        <w:rPr>
          <w:rFonts w:ascii="Comic Sans MS" w:hAnsi="Comic Sans MS"/>
          <w:bCs/>
          <w:szCs w:val="20"/>
        </w:rPr>
      </w:pPr>
      <w:r w:rsidRPr="00A6745D">
        <w:rPr>
          <w:rFonts w:ascii="Comic Sans MS" w:hAnsi="Comic Sans MS"/>
          <w:bCs/>
          <w:szCs w:val="20"/>
        </w:rPr>
        <w:t>Si l’on fait l’hypothèse qu’après gonflage des tampons à 300 bars la température de l’air des tampons est de 42°C et qu’elle est redescendue à 17°C au moment du gonflage des blocs de plongée, le dispositif de tampons p</w:t>
      </w:r>
      <w:r>
        <w:rPr>
          <w:rFonts w:ascii="Comic Sans MS" w:hAnsi="Comic Sans MS"/>
          <w:bCs/>
          <w:szCs w:val="20"/>
        </w:rPr>
        <w:t>eut-</w:t>
      </w:r>
      <w:r w:rsidRPr="00A6745D">
        <w:rPr>
          <w:rFonts w:ascii="Comic Sans MS" w:hAnsi="Comic Sans MS"/>
          <w:bCs/>
          <w:szCs w:val="20"/>
        </w:rPr>
        <w:t>il être le même qu’à la question c ? (1,5 pts)</w:t>
      </w:r>
      <w:bookmarkStart w:id="0" w:name="_GoBack"/>
      <w:bookmarkEnd w:id="0"/>
    </w:p>
    <w:p w14:paraId="3ED756A9" w14:textId="1E28741E" w:rsidR="00CD1027" w:rsidRPr="00284FF8" w:rsidRDefault="00CD1027" w:rsidP="003E525F">
      <w:pPr>
        <w:numPr>
          <w:ilvl w:val="0"/>
          <w:numId w:val="13"/>
        </w:numPr>
        <w:ind w:left="567" w:right="28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Après la réponse purement théorique à la question précédente, quel conseil pratique donneriez-vous à votre président pour économiser les finances du club.  Vous justifierez vos conseils par le calcul. (2 pts)</w:t>
      </w:r>
    </w:p>
    <w:p w14:paraId="465EF331" w14:textId="07ABDD8F" w:rsidR="00266222" w:rsidRDefault="00266222" w:rsidP="00284FF8">
      <w:pPr>
        <w:rPr>
          <w:rFonts w:ascii="Comic Sans MS" w:hAnsi="Comic Sans MS"/>
          <w:sz w:val="32"/>
          <w:szCs w:val="32"/>
        </w:rPr>
      </w:pPr>
    </w:p>
    <w:p w14:paraId="7C4D7745" w14:textId="6EB8E610" w:rsidR="00E97802" w:rsidRDefault="00E97802" w:rsidP="00284FF8">
      <w:pPr>
        <w:ind w:right="282"/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R</w:t>
      </w:r>
      <w:r w:rsidRPr="00422498">
        <w:rPr>
          <w:rFonts w:ascii="Comic Sans MS" w:hAnsi="Comic Sans MS"/>
          <w:sz w:val="32"/>
          <w:szCs w:val="32"/>
        </w:rPr>
        <w:t>éférentiel de correction</w:t>
      </w:r>
    </w:p>
    <w:p w14:paraId="5AF344B4" w14:textId="77777777" w:rsidR="003E774C" w:rsidRPr="003E774C" w:rsidRDefault="003E774C" w:rsidP="003E774C">
      <w:pPr>
        <w:ind w:right="284"/>
        <w:contextualSpacing/>
        <w:rPr>
          <w:rFonts w:ascii="Comic Sans MS" w:hAnsi="Comic Sans MS"/>
          <w:szCs w:val="20"/>
        </w:rPr>
      </w:pPr>
    </w:p>
    <w:p w14:paraId="4757C4DE" w14:textId="77777777" w:rsidR="003E774C" w:rsidRPr="003E774C" w:rsidRDefault="003E774C" w:rsidP="003E774C">
      <w:pPr>
        <w:ind w:right="284"/>
        <w:contextualSpacing/>
        <w:rPr>
          <w:rFonts w:ascii="Comic Sans MS" w:hAnsi="Comic Sans MS"/>
          <w:szCs w:val="20"/>
        </w:rPr>
      </w:pPr>
    </w:p>
    <w:p w14:paraId="1421DB59" w14:textId="77777777" w:rsidR="003E774C" w:rsidRDefault="003E774C" w:rsidP="003E774C">
      <w:pPr>
        <w:ind w:right="282"/>
        <w:rPr>
          <w:rFonts w:ascii="Comic Sans MS" w:hAnsi="Comic Sans MS"/>
          <w:b/>
          <w:bCs/>
          <w:szCs w:val="20"/>
          <w:u w:val="single"/>
        </w:rPr>
      </w:pPr>
      <w:r w:rsidRPr="003E774C">
        <w:rPr>
          <w:rFonts w:ascii="Comic Sans MS" w:hAnsi="Comic Sans MS"/>
          <w:b/>
          <w:bCs/>
          <w:szCs w:val="20"/>
          <w:u w:val="single"/>
        </w:rPr>
        <w:t>QUESTION 1 (6 points)</w:t>
      </w:r>
    </w:p>
    <w:p w14:paraId="7E52FEEA" w14:textId="77777777" w:rsidR="00E53CBD" w:rsidRPr="003E774C" w:rsidRDefault="00E53CBD" w:rsidP="003E774C">
      <w:pPr>
        <w:ind w:right="282"/>
        <w:rPr>
          <w:rFonts w:ascii="Comic Sans MS" w:hAnsi="Comic Sans MS"/>
          <w:b/>
          <w:bCs/>
          <w:szCs w:val="20"/>
          <w:u w:val="single"/>
        </w:rPr>
      </w:pPr>
    </w:p>
    <w:p w14:paraId="423B6724" w14:textId="71E89C07" w:rsidR="00FF77FA" w:rsidRPr="003E774C" w:rsidRDefault="00E97802" w:rsidP="00284FF8">
      <w:pPr>
        <w:ind w:right="28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Un plongeur s’immerge avec un bloc de 15L à 200 bars pour une plongée profonde. On considère la consommation moyenne de ce plongeur en surface à 15l/min :</w:t>
      </w:r>
    </w:p>
    <w:p w14:paraId="7E5B40D8" w14:textId="40D6CDDF" w:rsidR="001F66F7" w:rsidRPr="003E774C" w:rsidRDefault="00E97802" w:rsidP="003E525F">
      <w:pPr>
        <w:numPr>
          <w:ilvl w:val="0"/>
          <w:numId w:val="12"/>
        </w:numPr>
        <w:ind w:left="567" w:right="282" w:hanging="283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Calculez la chute de pression, en bars par minute, lue au manomètre à 40m, à 50 m et à 60m pour c</w:t>
      </w:r>
      <w:r w:rsidR="004F4D3F" w:rsidRPr="003E774C">
        <w:rPr>
          <w:rFonts w:ascii="Comic Sans MS" w:hAnsi="Comic Sans MS"/>
          <w:bCs/>
          <w:szCs w:val="20"/>
        </w:rPr>
        <w:t>e bloc de 15L (1,5pts)</w:t>
      </w:r>
    </w:p>
    <w:p w14:paraId="26C0843C" w14:textId="4A0006C6" w:rsidR="001F66F7" w:rsidRPr="006D606D" w:rsidRDefault="003E774C" w:rsidP="003E525F">
      <w:pPr>
        <w:pStyle w:val="Pardeliste"/>
        <w:numPr>
          <w:ilvl w:val="0"/>
          <w:numId w:val="22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</w:t>
      </w:r>
      <w:r w:rsidR="001F66F7" w:rsidRPr="006D606D">
        <w:rPr>
          <w:rFonts w:ascii="Comic Sans MS" w:hAnsi="Comic Sans MS"/>
          <w:bCs/>
          <w:i/>
          <w:color w:val="0000FF"/>
          <w:szCs w:val="20"/>
        </w:rPr>
        <w:t>a chute de pressi</w:t>
      </w:r>
      <w:r w:rsidR="00284FF8" w:rsidRPr="006D606D">
        <w:rPr>
          <w:rFonts w:ascii="Comic Sans MS" w:hAnsi="Comic Sans MS"/>
          <w:bCs/>
          <w:i/>
          <w:color w:val="0000FF"/>
          <w:szCs w:val="20"/>
        </w:rPr>
        <w:t>on lue au manomètre représente </w:t>
      </w:r>
      <w:r w:rsidR="001F66F7" w:rsidRPr="006D606D">
        <w:rPr>
          <w:rFonts w:ascii="Comic Sans MS" w:hAnsi="Comic Sans MS"/>
          <w:bCs/>
          <w:i/>
          <w:color w:val="0000FF"/>
          <w:szCs w:val="20"/>
        </w:rPr>
        <w:t>à partir de la formule :</w:t>
      </w:r>
      <w:r w:rsidR="00284FF8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="001F66F7" w:rsidRPr="006D606D">
        <w:rPr>
          <w:rFonts w:ascii="Comic Sans MS" w:hAnsi="Comic Sans MS"/>
          <w:bCs/>
          <w:i/>
          <w:color w:val="0000FF"/>
          <w:szCs w:val="20"/>
        </w:rPr>
        <w:t>{(Pb1xVb)-(</w:t>
      </w:r>
      <w:proofErr w:type="spellStart"/>
      <w:r w:rsidR="001F66F7" w:rsidRPr="006D606D">
        <w:rPr>
          <w:rFonts w:ascii="Comic Sans MS" w:hAnsi="Comic Sans MS"/>
          <w:bCs/>
          <w:i/>
          <w:color w:val="0000FF"/>
          <w:szCs w:val="20"/>
        </w:rPr>
        <w:t>CpxPabs</w:t>
      </w:r>
      <w:proofErr w:type="spellEnd"/>
      <w:r w:rsidR="001F66F7" w:rsidRPr="006D606D">
        <w:rPr>
          <w:rFonts w:ascii="Comic Sans MS" w:hAnsi="Comic Sans MS"/>
          <w:bCs/>
          <w:i/>
          <w:color w:val="0000FF"/>
          <w:szCs w:val="20"/>
        </w:rPr>
        <w:t>)/</w:t>
      </w:r>
      <w:proofErr w:type="spellStart"/>
      <w:r w:rsidR="001F66F7" w:rsidRPr="006D606D">
        <w:rPr>
          <w:rFonts w:ascii="Comic Sans MS" w:hAnsi="Comic Sans MS"/>
          <w:bCs/>
          <w:i/>
          <w:color w:val="0000FF"/>
          <w:szCs w:val="20"/>
        </w:rPr>
        <w:t>Vb</w:t>
      </w:r>
      <w:proofErr w:type="spellEnd"/>
      <w:r w:rsidR="001F66F7" w:rsidRPr="006D606D">
        <w:rPr>
          <w:rFonts w:ascii="Comic Sans MS" w:hAnsi="Comic Sans MS"/>
          <w:bCs/>
          <w:i/>
          <w:color w:val="0000FF"/>
          <w:szCs w:val="20"/>
        </w:rPr>
        <w:t>= Pb2 lue au manomètre après une minute</w:t>
      </w:r>
      <w:r w:rsidR="00284FF8" w:rsidRPr="006D606D">
        <w:rPr>
          <w:rFonts w:ascii="Comic Sans MS" w:hAnsi="Comic Sans MS"/>
          <w:bCs/>
          <w:i/>
          <w:color w:val="0000FF"/>
          <w:szCs w:val="20"/>
        </w:rPr>
        <w:t>, avec :</w:t>
      </w:r>
    </w:p>
    <w:p w14:paraId="429DCC16" w14:textId="77777777" w:rsidR="001F66F7" w:rsidRPr="006D606D" w:rsidRDefault="001F66F7" w:rsidP="003E525F">
      <w:pPr>
        <w:pStyle w:val="Pardeliste"/>
        <w:numPr>
          <w:ilvl w:val="0"/>
          <w:numId w:val="21"/>
        </w:numPr>
        <w:ind w:left="851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Pb1 : pression initiale de bloc</w:t>
      </w:r>
    </w:p>
    <w:p w14:paraId="3AAB3D1D" w14:textId="77777777" w:rsidR="001F66F7" w:rsidRPr="006D606D" w:rsidRDefault="001F66F7" w:rsidP="003E525F">
      <w:pPr>
        <w:pStyle w:val="Pardeliste"/>
        <w:numPr>
          <w:ilvl w:val="0"/>
          <w:numId w:val="21"/>
        </w:numPr>
        <w:ind w:left="851" w:right="282" w:hanging="142"/>
        <w:rPr>
          <w:rFonts w:ascii="Comic Sans MS" w:hAnsi="Comic Sans MS"/>
          <w:bCs/>
          <w:i/>
          <w:color w:val="0000FF"/>
          <w:szCs w:val="20"/>
        </w:rPr>
      </w:pPr>
      <w:proofErr w:type="spellStart"/>
      <w:r w:rsidRPr="006D606D">
        <w:rPr>
          <w:rFonts w:ascii="Comic Sans MS" w:hAnsi="Comic Sans MS"/>
          <w:bCs/>
          <w:i/>
          <w:color w:val="0000FF"/>
          <w:szCs w:val="20"/>
        </w:rPr>
        <w:t>Vb</w:t>
      </w:r>
      <w:proofErr w:type="spellEnd"/>
      <w:r w:rsidRPr="006D606D">
        <w:rPr>
          <w:rFonts w:ascii="Comic Sans MS" w:hAnsi="Comic Sans MS"/>
          <w:bCs/>
          <w:i/>
          <w:color w:val="0000FF"/>
          <w:szCs w:val="20"/>
        </w:rPr>
        <w:t> : Volume du bloc</w:t>
      </w:r>
    </w:p>
    <w:p w14:paraId="56544232" w14:textId="77777777" w:rsidR="001F66F7" w:rsidRPr="006D606D" w:rsidRDefault="001F66F7" w:rsidP="003E525F">
      <w:pPr>
        <w:pStyle w:val="Pardeliste"/>
        <w:numPr>
          <w:ilvl w:val="0"/>
          <w:numId w:val="21"/>
        </w:numPr>
        <w:ind w:left="851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Cp : consommation du plongeur en surface</w:t>
      </w:r>
    </w:p>
    <w:p w14:paraId="797C6EFF" w14:textId="77777777" w:rsidR="001F66F7" w:rsidRPr="006D606D" w:rsidRDefault="001F66F7" w:rsidP="003E525F">
      <w:pPr>
        <w:pStyle w:val="Pardeliste"/>
        <w:numPr>
          <w:ilvl w:val="0"/>
          <w:numId w:val="21"/>
        </w:numPr>
        <w:ind w:left="851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Pabs : pression absolue</w:t>
      </w:r>
    </w:p>
    <w:p w14:paraId="692CC06B" w14:textId="32C972B8" w:rsidR="001F66F7" w:rsidRDefault="001F66F7" w:rsidP="003E525F">
      <w:pPr>
        <w:pStyle w:val="Pardeliste"/>
        <w:numPr>
          <w:ilvl w:val="0"/>
          <w:numId w:val="21"/>
        </w:numPr>
        <w:ind w:left="851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Pb2 : pression restante dans le bloc après une minute de respiration </w:t>
      </w:r>
    </w:p>
    <w:p w14:paraId="3AC1CA15" w14:textId="64808F41" w:rsidR="009A6F1F" w:rsidRDefault="009A6F1F" w:rsidP="003E525F">
      <w:pPr>
        <w:pStyle w:val="Pardeliste"/>
        <w:numPr>
          <w:ilvl w:val="0"/>
          <w:numId w:val="21"/>
        </w:numPr>
        <w:ind w:left="851" w:right="282" w:hanging="142"/>
        <w:rPr>
          <w:rFonts w:ascii="Comic Sans MS" w:hAnsi="Comic Sans MS"/>
          <w:bCs/>
          <w:i/>
          <w:color w:val="0000FF"/>
          <w:szCs w:val="20"/>
        </w:rPr>
      </w:pPr>
      <w:r>
        <w:rPr>
          <w:rFonts w:ascii="Comic Sans MS" w:hAnsi="Comic Sans MS"/>
          <w:bCs/>
          <w:i/>
          <w:color w:val="0000FF"/>
          <w:szCs w:val="20"/>
        </w:rPr>
        <w:t xml:space="preserve">Ou (Pb1-Pb2) = Cp * </w:t>
      </w:r>
      <w:proofErr w:type="spellStart"/>
      <w:r>
        <w:rPr>
          <w:rFonts w:ascii="Comic Sans MS" w:hAnsi="Comic Sans MS"/>
          <w:bCs/>
          <w:i/>
          <w:color w:val="0000FF"/>
          <w:szCs w:val="20"/>
        </w:rPr>
        <w:t>Pabs</w:t>
      </w:r>
      <w:proofErr w:type="spellEnd"/>
      <w:r>
        <w:rPr>
          <w:rFonts w:ascii="Comic Sans MS" w:hAnsi="Comic Sans MS"/>
          <w:bCs/>
          <w:i/>
          <w:color w:val="0000FF"/>
          <w:szCs w:val="20"/>
        </w:rPr>
        <w:t>/</w:t>
      </w:r>
      <w:proofErr w:type="spellStart"/>
      <w:r>
        <w:rPr>
          <w:rFonts w:ascii="Comic Sans MS" w:hAnsi="Comic Sans MS"/>
          <w:bCs/>
          <w:i/>
          <w:color w:val="0000FF"/>
          <w:szCs w:val="20"/>
        </w:rPr>
        <w:t>Vb</w:t>
      </w:r>
      <w:proofErr w:type="spellEnd"/>
    </w:p>
    <w:p w14:paraId="08B1DFB4" w14:textId="77777777" w:rsidR="009A6F1F" w:rsidRPr="006D606D" w:rsidRDefault="009A6F1F" w:rsidP="009A6F1F">
      <w:pPr>
        <w:pStyle w:val="Pardeliste"/>
        <w:ind w:left="851" w:right="282"/>
        <w:rPr>
          <w:rFonts w:ascii="Comic Sans MS" w:hAnsi="Comic Sans MS"/>
          <w:bCs/>
          <w:i/>
          <w:color w:val="0000FF"/>
          <w:szCs w:val="20"/>
        </w:rPr>
      </w:pPr>
    </w:p>
    <w:p w14:paraId="153E1101" w14:textId="32504029" w:rsidR="001F66F7" w:rsidRPr="006D606D" w:rsidRDefault="001F66F7" w:rsidP="003E525F">
      <w:pPr>
        <w:numPr>
          <w:ilvl w:val="0"/>
          <w:numId w:val="18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{(200x15)-(15x5)}/15= 195 bars lu au manomètre après une minute</w:t>
      </w:r>
      <w:r w:rsidR="00284FF8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Pr="006D606D">
        <w:rPr>
          <w:rFonts w:ascii="Comic Sans MS" w:hAnsi="Comic Sans MS"/>
          <w:bCs/>
          <w:i/>
          <w:color w:val="0000FF"/>
          <w:szCs w:val="20"/>
        </w:rPr>
        <w:t>soit 5 bars par minute à 40m</w:t>
      </w:r>
    </w:p>
    <w:p w14:paraId="2E94A32C" w14:textId="4366790C" w:rsidR="001F66F7" w:rsidRPr="006D606D" w:rsidRDefault="001F66F7" w:rsidP="003E525F">
      <w:pPr>
        <w:numPr>
          <w:ilvl w:val="0"/>
          <w:numId w:val="18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{(200x15)-(15x6)}/15= 194 bars lu au manomètre après une minute</w:t>
      </w:r>
      <w:r w:rsidR="00284FF8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Pr="006D606D">
        <w:rPr>
          <w:rFonts w:ascii="Comic Sans MS" w:hAnsi="Comic Sans MS"/>
          <w:bCs/>
          <w:i/>
          <w:color w:val="0000FF"/>
          <w:szCs w:val="20"/>
        </w:rPr>
        <w:t>soit 6 bars par minute à 50m</w:t>
      </w:r>
    </w:p>
    <w:p w14:paraId="3D729654" w14:textId="50170F83" w:rsidR="001F66F7" w:rsidRDefault="001F66F7" w:rsidP="003E525F">
      <w:pPr>
        <w:numPr>
          <w:ilvl w:val="0"/>
          <w:numId w:val="18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{(200x15)-(15x6)}/15= 193 bars lu au manomètre après une minute</w:t>
      </w:r>
      <w:r w:rsidR="00284FF8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Pr="006D606D">
        <w:rPr>
          <w:rFonts w:ascii="Comic Sans MS" w:hAnsi="Comic Sans MS"/>
          <w:bCs/>
          <w:i/>
          <w:color w:val="0000FF"/>
          <w:szCs w:val="20"/>
        </w:rPr>
        <w:t>soit 7 bars par minute à 60m</w:t>
      </w:r>
    </w:p>
    <w:p w14:paraId="63002298" w14:textId="6F4264BC" w:rsidR="009A6F1F" w:rsidRDefault="009A6F1F" w:rsidP="003E525F">
      <w:pPr>
        <w:numPr>
          <w:ilvl w:val="0"/>
          <w:numId w:val="18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>
        <w:rPr>
          <w:rFonts w:ascii="Comic Sans MS" w:hAnsi="Comic Sans MS"/>
          <w:bCs/>
          <w:i/>
          <w:color w:val="0000FF"/>
          <w:szCs w:val="20"/>
        </w:rPr>
        <w:t>Ou</w:t>
      </w:r>
    </w:p>
    <w:p w14:paraId="173C0A7F" w14:textId="2CC2D20D" w:rsidR="009A6F1F" w:rsidRPr="006D606D" w:rsidRDefault="009A6F1F" w:rsidP="003E525F">
      <w:pPr>
        <w:numPr>
          <w:ilvl w:val="0"/>
          <w:numId w:val="18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>
        <w:rPr>
          <w:rFonts w:ascii="Comic Sans MS" w:hAnsi="Comic Sans MS"/>
          <w:bCs/>
          <w:i/>
          <w:color w:val="0000FF"/>
          <w:szCs w:val="20"/>
        </w:rPr>
        <w:t>Pb1 – Pb2 = 15*5/15 = 5 à 40m ; 6 à 50m, 7 à 60m</w:t>
      </w:r>
    </w:p>
    <w:p w14:paraId="10EB3521" w14:textId="77777777" w:rsidR="00CC00E9" w:rsidRPr="003E774C" w:rsidRDefault="00CC00E9" w:rsidP="00284FF8">
      <w:pPr>
        <w:ind w:right="282"/>
        <w:rPr>
          <w:rFonts w:ascii="Comic Sans MS" w:hAnsi="Comic Sans MS"/>
          <w:bCs/>
          <w:szCs w:val="20"/>
        </w:rPr>
      </w:pPr>
    </w:p>
    <w:p w14:paraId="65746DF9" w14:textId="525D2257" w:rsidR="0058674E" w:rsidRPr="003E774C" w:rsidRDefault="001F66F7" w:rsidP="003E525F">
      <w:pPr>
        <w:numPr>
          <w:ilvl w:val="0"/>
          <w:numId w:val="12"/>
        </w:numPr>
        <w:ind w:left="567" w:right="282"/>
        <w:rPr>
          <w:rFonts w:ascii="Comic Sans MS" w:hAnsi="Comic Sans MS"/>
          <w:bCs/>
          <w:color w:val="auto"/>
          <w:szCs w:val="20"/>
        </w:rPr>
      </w:pPr>
      <w:r w:rsidRPr="003E774C">
        <w:rPr>
          <w:rFonts w:ascii="Comic Sans MS" w:hAnsi="Comic Sans MS"/>
          <w:bCs/>
          <w:color w:val="auto"/>
          <w:szCs w:val="20"/>
        </w:rPr>
        <w:t>Comment pouve</w:t>
      </w:r>
      <w:r w:rsidR="009C718A" w:rsidRPr="003E774C">
        <w:rPr>
          <w:rFonts w:ascii="Comic Sans MS" w:hAnsi="Comic Sans MS"/>
          <w:bCs/>
          <w:color w:val="auto"/>
          <w:szCs w:val="20"/>
        </w:rPr>
        <w:t>z-vous utiliser ce calcul</w:t>
      </w:r>
      <w:r w:rsidRPr="003E774C">
        <w:rPr>
          <w:rFonts w:ascii="Comic Sans MS" w:hAnsi="Comic Sans MS"/>
          <w:bCs/>
          <w:color w:val="auto"/>
          <w:szCs w:val="20"/>
        </w:rPr>
        <w:t xml:space="preserve"> pour sensibiliser vos plongeurs aux risques d’une panne d’air  et à l’organisation de </w:t>
      </w:r>
      <w:r w:rsidR="009C718A" w:rsidRPr="003E774C">
        <w:rPr>
          <w:rFonts w:ascii="Comic Sans MS" w:hAnsi="Comic Sans MS"/>
          <w:bCs/>
          <w:color w:val="auto"/>
          <w:szCs w:val="20"/>
        </w:rPr>
        <w:t>la</w:t>
      </w:r>
      <w:r w:rsidRPr="003E774C">
        <w:rPr>
          <w:rFonts w:ascii="Comic Sans MS" w:hAnsi="Comic Sans MS"/>
          <w:bCs/>
          <w:color w:val="auto"/>
          <w:szCs w:val="20"/>
        </w:rPr>
        <w:t xml:space="preserve"> plongée profonde </w:t>
      </w:r>
      <w:r w:rsidR="00170EB8" w:rsidRPr="003E774C">
        <w:rPr>
          <w:rFonts w:ascii="Comic Sans MS" w:hAnsi="Comic Sans MS"/>
          <w:bCs/>
          <w:color w:val="auto"/>
          <w:szCs w:val="20"/>
        </w:rPr>
        <w:t>? (4</w:t>
      </w:r>
      <w:r w:rsidRPr="003E774C">
        <w:rPr>
          <w:rFonts w:ascii="Comic Sans MS" w:hAnsi="Comic Sans MS"/>
          <w:bCs/>
          <w:color w:val="auto"/>
          <w:szCs w:val="20"/>
        </w:rPr>
        <w:t>,5pts)</w:t>
      </w:r>
    </w:p>
    <w:p w14:paraId="12090F2A" w14:textId="21F2A8D8" w:rsidR="00CC00E9" w:rsidRPr="006D606D" w:rsidRDefault="00E373F3" w:rsidP="003E525F">
      <w:pPr>
        <w:pStyle w:val="Pardeliste"/>
        <w:numPr>
          <w:ilvl w:val="0"/>
          <w:numId w:val="19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Il est important de faire prendre conscience aux plongeurs de cette chute. Cette démonstration leur permettra de calculer rapidement une consommation au fond et de s’apercevoir qu’à ces profondeurs</w:t>
      </w:r>
      <w:r w:rsidR="0080793D" w:rsidRPr="006D606D">
        <w:rPr>
          <w:rFonts w:ascii="Comic Sans MS" w:hAnsi="Comic Sans MS"/>
          <w:bCs/>
          <w:i/>
          <w:color w:val="0000FF"/>
          <w:szCs w:val="20"/>
        </w:rPr>
        <w:t>,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la chute de la pression est particulièrement rapide (ex : 60b en 10 minutes pour une plongée à 50m et 72B en 12 minutes). Parallèlement la saturation augmente durant le séjour au fond, provoquant le rallo</w:t>
      </w:r>
      <w:r w:rsidR="0080793D" w:rsidRPr="006D606D">
        <w:rPr>
          <w:rFonts w:ascii="Comic Sans MS" w:hAnsi="Comic Sans MS"/>
          <w:bCs/>
          <w:i/>
          <w:color w:val="0000FF"/>
          <w:szCs w:val="20"/>
        </w:rPr>
        <w:t xml:space="preserve">ngement de la durée des paliers, ce qui </w:t>
      </w:r>
      <w:r w:rsidRPr="006D606D">
        <w:rPr>
          <w:rFonts w:ascii="Comic Sans MS" w:hAnsi="Comic Sans MS"/>
          <w:bCs/>
          <w:i/>
          <w:color w:val="0000FF"/>
          <w:szCs w:val="20"/>
        </w:rPr>
        <w:t>peut engendrer des problèmes de gestion de l’air.</w:t>
      </w:r>
    </w:p>
    <w:p w14:paraId="5D55C33F" w14:textId="332DA705" w:rsidR="000B7BD4" w:rsidRPr="006D606D" w:rsidRDefault="000B7BD4" w:rsidP="003E525F">
      <w:pPr>
        <w:pStyle w:val="Pardeliste"/>
        <w:numPr>
          <w:ilvl w:val="0"/>
          <w:numId w:val="19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Pour l’organisation de plongées profondes, il conviendra d’attirer l’attention des pratiquants sur :</w:t>
      </w:r>
    </w:p>
    <w:p w14:paraId="490103D4" w14:textId="114D4165" w:rsidR="009A6F1F" w:rsidRDefault="009A6F1F" w:rsidP="003E525F">
      <w:pPr>
        <w:numPr>
          <w:ilvl w:val="0"/>
          <w:numId w:val="20"/>
        </w:numPr>
        <w:ind w:left="851" w:right="282" w:hanging="217"/>
        <w:rPr>
          <w:rFonts w:ascii="Comic Sans MS" w:hAnsi="Comic Sans MS"/>
          <w:bCs/>
          <w:i/>
          <w:color w:val="0000FF"/>
          <w:szCs w:val="20"/>
        </w:rPr>
      </w:pPr>
      <w:r>
        <w:rPr>
          <w:rFonts w:ascii="Comic Sans MS" w:hAnsi="Comic Sans MS"/>
          <w:bCs/>
          <w:i/>
          <w:color w:val="0000FF"/>
          <w:szCs w:val="20"/>
        </w:rPr>
        <w:t>La nécessité de planifier la plongée en fonction de la consommation et de définir un temps de fin de plongée, une pression mini de remontée, et un temps maxi de palier</w:t>
      </w:r>
    </w:p>
    <w:p w14:paraId="3E303BE0" w14:textId="77777777" w:rsidR="000B7BD4" w:rsidRPr="006D606D" w:rsidRDefault="000B7BD4" w:rsidP="003E525F">
      <w:pPr>
        <w:numPr>
          <w:ilvl w:val="0"/>
          <w:numId w:val="20"/>
        </w:numPr>
        <w:ind w:left="851" w:right="282" w:hanging="217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leur cohésion de palanquée pour une surveillance mutuelle efficace et une prise en charge rapide en cas de besoin</w:t>
      </w:r>
    </w:p>
    <w:p w14:paraId="5B75E11B" w14:textId="77777777" w:rsidR="000B7BD4" w:rsidRPr="006D606D" w:rsidRDefault="000B7BD4" w:rsidP="003E525F">
      <w:pPr>
        <w:numPr>
          <w:ilvl w:val="0"/>
          <w:numId w:val="20"/>
        </w:numPr>
        <w:ind w:left="851" w:right="282" w:hanging="217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la nécessité de quitter rapidement la zone </w:t>
      </w:r>
      <w:r w:rsidR="0049381C" w:rsidRPr="006D606D">
        <w:rPr>
          <w:rFonts w:ascii="Comic Sans MS" w:hAnsi="Comic Sans MS"/>
          <w:bCs/>
          <w:i/>
          <w:color w:val="0000FF"/>
          <w:szCs w:val="20"/>
        </w:rPr>
        <w:t>lorsque la décision de remonter est prise</w:t>
      </w:r>
    </w:p>
    <w:p w14:paraId="5449B5C1" w14:textId="77777777" w:rsidR="0049381C" w:rsidRPr="006D606D" w:rsidRDefault="0049381C" w:rsidP="003E525F">
      <w:pPr>
        <w:numPr>
          <w:ilvl w:val="0"/>
          <w:numId w:val="20"/>
        </w:numPr>
        <w:ind w:left="851" w:right="282" w:hanging="217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le besoin de contrôler régulièreme</w:t>
      </w:r>
      <w:r w:rsidR="00AB694A" w:rsidRPr="006D606D">
        <w:rPr>
          <w:rFonts w:ascii="Comic Sans MS" w:hAnsi="Comic Sans MS"/>
          <w:bCs/>
          <w:i/>
          <w:color w:val="0000FF"/>
          <w:szCs w:val="20"/>
        </w:rPr>
        <w:t>nt leur manomètre, et de manière plus rapprochée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par rappo</w:t>
      </w:r>
      <w:r w:rsidR="00AB694A" w:rsidRPr="006D606D">
        <w:rPr>
          <w:rFonts w:ascii="Comic Sans MS" w:hAnsi="Comic Sans MS"/>
          <w:bCs/>
          <w:i/>
          <w:color w:val="0000FF"/>
          <w:szCs w:val="20"/>
        </w:rPr>
        <w:t>rt à une plongée moins profonde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(on s’attachera dans les enseignements de la plongée profonde à développer ce reflexe)</w:t>
      </w:r>
    </w:p>
    <w:p w14:paraId="2ACE8B00" w14:textId="77777777" w:rsidR="00AB694A" w:rsidRPr="006D606D" w:rsidRDefault="0049381C" w:rsidP="003E525F">
      <w:pPr>
        <w:numPr>
          <w:ilvl w:val="0"/>
          <w:numId w:val="20"/>
        </w:numPr>
        <w:ind w:left="851" w:right="282" w:hanging="217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la gestuel</w:t>
      </w:r>
      <w:r w:rsidR="00AB694A" w:rsidRPr="006D606D">
        <w:rPr>
          <w:rFonts w:ascii="Comic Sans MS" w:hAnsi="Comic Sans MS"/>
          <w:bCs/>
          <w:i/>
          <w:color w:val="0000FF"/>
          <w:szCs w:val="20"/>
        </w:rPr>
        <w:t>le parasite,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qui doit être </w:t>
      </w:r>
      <w:r w:rsidR="00AB694A" w:rsidRPr="006D606D">
        <w:rPr>
          <w:rFonts w:ascii="Comic Sans MS" w:hAnsi="Comic Sans MS"/>
          <w:bCs/>
          <w:i/>
          <w:color w:val="0000FF"/>
          <w:szCs w:val="20"/>
        </w:rPr>
        <w:t>limit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ée à ces profondeurs pour éviter toute surconsommation </w:t>
      </w:r>
    </w:p>
    <w:p w14:paraId="2284FC8D" w14:textId="77777777" w:rsidR="0049381C" w:rsidRPr="006D606D" w:rsidRDefault="00AB694A" w:rsidP="003E525F">
      <w:pPr>
        <w:numPr>
          <w:ilvl w:val="0"/>
          <w:numId w:val="20"/>
        </w:numPr>
        <w:ind w:left="851" w:right="282" w:hanging="217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l’adaptation </w:t>
      </w:r>
      <w:r w:rsidR="0049381C" w:rsidRPr="006D606D">
        <w:rPr>
          <w:rFonts w:ascii="Comic Sans MS" w:hAnsi="Comic Sans MS"/>
          <w:bCs/>
          <w:i/>
          <w:color w:val="0000FF"/>
          <w:szCs w:val="20"/>
        </w:rPr>
        <w:t>de la combinaison pour éviter le froid qui va induire une surconsommation excessive</w:t>
      </w:r>
    </w:p>
    <w:p w14:paraId="1D1431D8" w14:textId="77777777" w:rsidR="00DA24E9" w:rsidRDefault="00DA24E9" w:rsidP="00284FF8">
      <w:pPr>
        <w:ind w:right="282"/>
        <w:rPr>
          <w:rFonts w:ascii="Comic Sans MS" w:hAnsi="Comic Sans MS"/>
          <w:bCs/>
          <w:szCs w:val="20"/>
        </w:rPr>
      </w:pPr>
    </w:p>
    <w:p w14:paraId="510A4C6B" w14:textId="77777777" w:rsidR="00E53CBD" w:rsidRPr="003E774C" w:rsidRDefault="00E53CBD" w:rsidP="00284FF8">
      <w:pPr>
        <w:ind w:right="282"/>
        <w:rPr>
          <w:rFonts w:ascii="Comic Sans MS" w:hAnsi="Comic Sans MS"/>
          <w:bCs/>
          <w:szCs w:val="20"/>
        </w:rPr>
      </w:pPr>
    </w:p>
    <w:p w14:paraId="53FBCF78" w14:textId="77777777" w:rsidR="00E53CBD" w:rsidRDefault="00E53CBD" w:rsidP="00E53CBD">
      <w:pPr>
        <w:ind w:right="282"/>
        <w:rPr>
          <w:rFonts w:ascii="Comic Sans MS" w:hAnsi="Comic Sans MS"/>
          <w:b/>
          <w:bCs/>
          <w:szCs w:val="20"/>
          <w:u w:val="single"/>
        </w:rPr>
      </w:pPr>
      <w:r w:rsidRPr="00284FF8">
        <w:rPr>
          <w:rFonts w:ascii="Comic Sans MS" w:hAnsi="Comic Sans MS"/>
          <w:b/>
          <w:bCs/>
          <w:szCs w:val="20"/>
          <w:u w:val="single"/>
        </w:rPr>
        <w:t>QUESTION 2 (7 points)</w:t>
      </w:r>
    </w:p>
    <w:p w14:paraId="132296FD" w14:textId="77777777" w:rsidR="00E53CBD" w:rsidRPr="00284FF8" w:rsidRDefault="00E53CBD" w:rsidP="00E53CBD">
      <w:pPr>
        <w:ind w:right="282"/>
        <w:rPr>
          <w:rFonts w:ascii="Comic Sans MS" w:hAnsi="Comic Sans MS"/>
          <w:b/>
          <w:bCs/>
          <w:szCs w:val="20"/>
          <w:u w:val="single"/>
        </w:rPr>
      </w:pPr>
    </w:p>
    <w:p w14:paraId="2AC8FE6A" w14:textId="634B1F47" w:rsidR="00E97802" w:rsidRPr="003E774C" w:rsidRDefault="00E97802" w:rsidP="00284FF8">
      <w:pPr>
        <w:ind w:right="28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lastRenderedPageBreak/>
        <w:t>Nous sommes en janvier et le président de votre CODEP vous confie l’organisation de la formation pratique des guides de palanquée sur trois week-ends, répartis de mars à mai. L’objectif est de leur permettre de se présenter à l’examen à partir de mi juin. Le profil des 8 candidats est le suivant :</w:t>
      </w:r>
    </w:p>
    <w:p w14:paraId="7BD50544" w14:textId="77777777" w:rsidR="00E97802" w:rsidRPr="003E774C" w:rsidRDefault="00E97802" w:rsidP="003E525F">
      <w:pPr>
        <w:numPr>
          <w:ilvl w:val="0"/>
          <w:numId w:val="23"/>
        </w:numPr>
        <w:ind w:left="142" w:right="282" w:hanging="14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ils sont titulaires du niveau 3 depuis 1 ans pour le plus jeune et 5 ans pour le plus ancien</w:t>
      </w:r>
    </w:p>
    <w:p w14:paraId="3637FCF6" w14:textId="77777777" w:rsidR="00E97802" w:rsidRPr="003E774C" w:rsidRDefault="00E97802" w:rsidP="003E525F">
      <w:pPr>
        <w:numPr>
          <w:ilvl w:val="0"/>
          <w:numId w:val="23"/>
        </w:numPr>
        <w:tabs>
          <w:tab w:val="left" w:pos="10915"/>
        </w:tabs>
        <w:ind w:left="142" w:right="283" w:hanging="14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ils ont une vingtaine de plongées dans l’année qui précède leur préparation (dont une dizaine dans la zone de 40m)</w:t>
      </w:r>
    </w:p>
    <w:p w14:paraId="1CF03B91" w14:textId="77777777" w:rsidR="00E97802" w:rsidRPr="003E774C" w:rsidRDefault="00E97802" w:rsidP="00E065B8">
      <w:pPr>
        <w:ind w:right="282"/>
        <w:rPr>
          <w:rFonts w:ascii="Comic Sans MS" w:hAnsi="Comic Sans MS"/>
          <w:bCs/>
          <w:szCs w:val="20"/>
        </w:rPr>
      </w:pPr>
    </w:p>
    <w:p w14:paraId="2D9441A4" w14:textId="671CAB9F" w:rsidR="00F67328" w:rsidRPr="00E53CBD" w:rsidRDefault="00E97802" w:rsidP="003E525F">
      <w:pPr>
        <w:numPr>
          <w:ilvl w:val="0"/>
          <w:numId w:val="14"/>
        </w:numPr>
        <w:ind w:left="567" w:right="28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 xml:space="preserve">Proposez un planning de ces trois week-ends </w:t>
      </w:r>
      <w:r w:rsidR="00093FA1" w:rsidRPr="003E774C">
        <w:rPr>
          <w:rFonts w:ascii="Comic Sans MS" w:hAnsi="Comic Sans MS"/>
          <w:bCs/>
          <w:szCs w:val="20"/>
        </w:rPr>
        <w:t>en précisant les moyens humains nécessaire</w:t>
      </w:r>
      <w:r w:rsidR="00F177FD" w:rsidRPr="003E774C">
        <w:rPr>
          <w:rFonts w:ascii="Comic Sans MS" w:hAnsi="Comic Sans MS"/>
          <w:bCs/>
          <w:szCs w:val="20"/>
        </w:rPr>
        <w:t>s</w:t>
      </w:r>
      <w:r w:rsidR="00093FA1" w:rsidRPr="003E774C">
        <w:rPr>
          <w:rFonts w:ascii="Comic Sans MS" w:hAnsi="Comic Sans MS"/>
          <w:bCs/>
          <w:szCs w:val="20"/>
        </w:rPr>
        <w:t xml:space="preserve"> pour réaliser cette formation </w:t>
      </w:r>
      <w:r w:rsidRPr="003E774C">
        <w:rPr>
          <w:rFonts w:ascii="Comic Sans MS" w:hAnsi="Comic Sans MS"/>
          <w:bCs/>
          <w:szCs w:val="20"/>
        </w:rPr>
        <w:t>(4pts)</w:t>
      </w:r>
    </w:p>
    <w:p w14:paraId="408FB055" w14:textId="0F005867" w:rsidR="00F67328" w:rsidRPr="006D606D" w:rsidRDefault="00AB694A" w:rsidP="00E53CBD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Plusieurs plannings sont évidemment possibles. </w:t>
      </w:r>
      <w:r w:rsidR="00F67328" w:rsidRPr="006D606D">
        <w:rPr>
          <w:rFonts w:ascii="Comic Sans MS" w:hAnsi="Comic Sans MS"/>
          <w:bCs/>
          <w:i/>
          <w:color w:val="0000FF"/>
          <w:szCs w:val="20"/>
        </w:rPr>
        <w:t>Dans la proposition d</w:t>
      </w:r>
      <w:r w:rsidR="006D606D">
        <w:rPr>
          <w:rFonts w:ascii="Comic Sans MS" w:hAnsi="Comic Sans MS"/>
          <w:bCs/>
          <w:i/>
          <w:color w:val="0000FF"/>
          <w:szCs w:val="20"/>
        </w:rPr>
        <w:t xml:space="preserve">u candidat, le jury s’attachera </w:t>
      </w:r>
      <w:r w:rsidR="00F67328" w:rsidRPr="006D606D">
        <w:rPr>
          <w:rFonts w:ascii="Comic Sans MS" w:hAnsi="Comic Sans MS"/>
          <w:bCs/>
          <w:i/>
          <w:color w:val="0000FF"/>
          <w:szCs w:val="20"/>
        </w:rPr>
        <w:t>à </w:t>
      </w:r>
      <w:r w:rsidR="00BF61E6" w:rsidRPr="006D606D">
        <w:rPr>
          <w:rFonts w:ascii="Comic Sans MS" w:hAnsi="Comic Sans MS"/>
          <w:bCs/>
          <w:i/>
          <w:color w:val="0000FF"/>
          <w:szCs w:val="20"/>
        </w:rPr>
        <w:t>vérifier</w:t>
      </w:r>
      <w:r w:rsidR="00F67328" w:rsidRPr="006D606D">
        <w:rPr>
          <w:rFonts w:ascii="Comic Sans MS" w:hAnsi="Comic Sans MS"/>
          <w:bCs/>
          <w:i/>
          <w:color w:val="0000FF"/>
          <w:szCs w:val="20"/>
        </w:rPr>
        <w:t>:</w:t>
      </w:r>
    </w:p>
    <w:p w14:paraId="636C709D" w14:textId="77777777" w:rsidR="00F67328" w:rsidRPr="006D606D" w:rsidRDefault="00F67328" w:rsidP="006D606D">
      <w:pPr>
        <w:numPr>
          <w:ilvl w:val="0"/>
          <w:numId w:val="41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le réalisme de la proposition vis à vis de la saturation, la sécurité</w:t>
      </w:r>
      <w:r w:rsidR="00BF61E6" w:rsidRPr="006D606D">
        <w:rPr>
          <w:rFonts w:ascii="Comic Sans MS" w:hAnsi="Comic Sans MS"/>
          <w:bCs/>
          <w:i/>
          <w:color w:val="0000FF"/>
          <w:szCs w:val="20"/>
        </w:rPr>
        <w:t>, la fatigue</w:t>
      </w:r>
      <w:r w:rsidR="00AB694A" w:rsidRPr="006D606D">
        <w:rPr>
          <w:rFonts w:ascii="Comic Sans MS" w:hAnsi="Comic Sans MS"/>
          <w:bCs/>
          <w:i/>
          <w:color w:val="0000FF"/>
          <w:szCs w:val="20"/>
        </w:rPr>
        <w:t xml:space="preserve"> (multiplication des remontées, zones d’évolution)</w:t>
      </w:r>
    </w:p>
    <w:p w14:paraId="522918AA" w14:textId="77777777" w:rsidR="00BF61E6" w:rsidRPr="006D606D" w:rsidRDefault="00BF61E6" w:rsidP="006D606D">
      <w:pPr>
        <w:numPr>
          <w:ilvl w:val="0"/>
          <w:numId w:val="41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la </w:t>
      </w:r>
      <w:r w:rsidR="004C3760" w:rsidRPr="006D606D">
        <w:rPr>
          <w:rFonts w:ascii="Comic Sans MS" w:hAnsi="Comic Sans MS"/>
          <w:bCs/>
          <w:i/>
          <w:color w:val="0000FF"/>
          <w:szCs w:val="20"/>
        </w:rPr>
        <w:t>cohérence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des contenus vis à vis des exigences de la FFESSM et </w:t>
      </w:r>
      <w:r w:rsidR="0029201A" w:rsidRPr="006D606D">
        <w:rPr>
          <w:rFonts w:ascii="Comic Sans MS" w:hAnsi="Comic Sans MS"/>
          <w:bCs/>
          <w:i/>
          <w:color w:val="0000FF"/>
          <w:szCs w:val="20"/>
        </w:rPr>
        <w:t xml:space="preserve">de </w:t>
      </w:r>
      <w:r w:rsidRPr="006D606D">
        <w:rPr>
          <w:rFonts w:ascii="Comic Sans MS" w:hAnsi="Comic Sans MS"/>
          <w:bCs/>
          <w:i/>
          <w:color w:val="0000FF"/>
          <w:szCs w:val="20"/>
        </w:rPr>
        <w:t>la progression pédagogique</w:t>
      </w:r>
    </w:p>
    <w:p w14:paraId="0DA4259A" w14:textId="71267B23" w:rsidR="00BF61E6" w:rsidRPr="006D606D" w:rsidRDefault="00931980" w:rsidP="006D606D">
      <w:pPr>
        <w:numPr>
          <w:ilvl w:val="0"/>
          <w:numId w:val="41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>
        <w:rPr>
          <w:rFonts w:ascii="Comic Sans MS" w:hAnsi="Comic Sans MS"/>
          <w:bCs/>
          <w:i/>
          <w:color w:val="0000FF"/>
          <w:szCs w:val="20"/>
        </w:rPr>
        <w:t>le réalisme des temps de repo</w:t>
      </w:r>
      <w:r w:rsidR="0029201A" w:rsidRPr="006D606D">
        <w:rPr>
          <w:rFonts w:ascii="Comic Sans MS" w:hAnsi="Comic Sans MS"/>
          <w:bCs/>
          <w:i/>
          <w:color w:val="0000FF"/>
          <w:szCs w:val="20"/>
        </w:rPr>
        <w:t>s et des temps consacré à l’esprit associatif au sein d’un club FFESSM</w:t>
      </w:r>
    </w:p>
    <w:p w14:paraId="6D433160" w14:textId="2A7D56C5" w:rsidR="0029201A" w:rsidRPr="006D606D" w:rsidRDefault="00093FA1" w:rsidP="006D606D">
      <w:pPr>
        <w:numPr>
          <w:ilvl w:val="0"/>
          <w:numId w:val="41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les éléments de sécurité induit</w:t>
      </w:r>
      <w:r w:rsidR="00AB694A" w:rsidRPr="006D606D">
        <w:rPr>
          <w:rFonts w:ascii="Comic Sans MS" w:hAnsi="Comic Sans MS"/>
          <w:bCs/>
          <w:i/>
          <w:color w:val="0000FF"/>
          <w:szCs w:val="20"/>
        </w:rPr>
        <w:t>s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par l’emploi du temps</w:t>
      </w:r>
      <w:r w:rsidR="00AB694A" w:rsidRPr="006D606D">
        <w:rPr>
          <w:rFonts w:ascii="Comic Sans MS" w:hAnsi="Comic Sans MS"/>
          <w:bCs/>
          <w:i/>
          <w:color w:val="0000FF"/>
          <w:szCs w:val="20"/>
        </w:rPr>
        <w:t xml:space="preserve"> (re</w:t>
      </w:r>
      <w:r w:rsidR="00931980">
        <w:rPr>
          <w:rFonts w:ascii="Comic Sans MS" w:hAnsi="Comic Sans MS"/>
          <w:bCs/>
          <w:i/>
          <w:color w:val="0000FF"/>
          <w:szCs w:val="20"/>
        </w:rPr>
        <w:t xml:space="preserve">pos, adaptation des plongées aux </w:t>
      </w:r>
      <w:r w:rsidR="00AB694A" w:rsidRPr="006D606D">
        <w:rPr>
          <w:rFonts w:ascii="Comic Sans MS" w:hAnsi="Comic Sans MS"/>
          <w:bCs/>
          <w:i/>
          <w:color w:val="0000FF"/>
          <w:szCs w:val="20"/>
        </w:rPr>
        <w:t>horaires d’arrivée et de départ …)</w:t>
      </w:r>
    </w:p>
    <w:p w14:paraId="76FCB3F2" w14:textId="4ADF4C57" w:rsidR="00D93EC7" w:rsidRDefault="0087199E" w:rsidP="006D606D">
      <w:pPr>
        <w:numPr>
          <w:ilvl w:val="0"/>
          <w:numId w:val="41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le réalisme des moyens humains (cadres, pilote, …)</w:t>
      </w:r>
      <w:r w:rsidR="00D93EC7" w:rsidRPr="006D606D">
        <w:rPr>
          <w:rFonts w:ascii="Comic Sans MS" w:hAnsi="Comic Sans MS"/>
          <w:bCs/>
          <w:i/>
          <w:color w:val="0000FF"/>
          <w:szCs w:val="20"/>
        </w:rPr>
        <w:t>…</w:t>
      </w:r>
    </w:p>
    <w:p w14:paraId="25767BFD" w14:textId="2C17704C" w:rsidR="00931980" w:rsidRPr="006D606D" w:rsidRDefault="00931980" w:rsidP="006D606D">
      <w:pPr>
        <w:numPr>
          <w:ilvl w:val="0"/>
          <w:numId w:val="41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>
        <w:rPr>
          <w:rFonts w:ascii="Comic Sans MS" w:hAnsi="Comic Sans MS"/>
          <w:bCs/>
          <w:i/>
          <w:color w:val="0000FF"/>
          <w:szCs w:val="20"/>
        </w:rPr>
        <w:t xml:space="preserve">le réalisme par rapport aux objectifs possibles de chaque </w:t>
      </w:r>
      <w:proofErr w:type="spellStart"/>
      <w:r>
        <w:rPr>
          <w:rFonts w:ascii="Comic Sans MS" w:hAnsi="Comic Sans MS"/>
          <w:bCs/>
          <w:i/>
          <w:color w:val="0000FF"/>
          <w:szCs w:val="20"/>
        </w:rPr>
        <w:t>week</w:t>
      </w:r>
      <w:proofErr w:type="spellEnd"/>
      <w:r>
        <w:rPr>
          <w:rFonts w:ascii="Comic Sans MS" w:hAnsi="Comic Sans MS"/>
          <w:bCs/>
          <w:i/>
          <w:color w:val="0000FF"/>
          <w:szCs w:val="20"/>
        </w:rPr>
        <w:t xml:space="preserve"> end</w:t>
      </w:r>
    </w:p>
    <w:p w14:paraId="705902A3" w14:textId="77777777" w:rsidR="004174BC" w:rsidRPr="003E774C" w:rsidRDefault="004174BC" w:rsidP="00284FF8">
      <w:pPr>
        <w:ind w:right="282"/>
        <w:rPr>
          <w:rFonts w:ascii="Comic Sans MS" w:hAnsi="Comic Sans MS"/>
          <w:bCs/>
          <w:color w:val="0000FF"/>
          <w:szCs w:val="20"/>
        </w:rPr>
      </w:pPr>
    </w:p>
    <w:p w14:paraId="577E3B9F" w14:textId="585389EB" w:rsidR="004174BC" w:rsidRPr="00E53CBD" w:rsidRDefault="00E97802" w:rsidP="003E525F">
      <w:pPr>
        <w:numPr>
          <w:ilvl w:val="0"/>
          <w:numId w:val="14"/>
        </w:numPr>
        <w:ind w:left="567" w:right="282" w:hanging="283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Quelles consignes particulières donneriez-vous aux moniteurs lors du premier week-end ? (3pts)</w:t>
      </w:r>
    </w:p>
    <w:p w14:paraId="2C354949" w14:textId="28C8D12F" w:rsidR="00D93EC7" w:rsidRPr="006D606D" w:rsidRDefault="002E6F88" w:rsidP="00170AD9">
      <w:pPr>
        <w:ind w:left="567" w:right="282" w:hanging="28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Les objectifs de ce 1</w:t>
      </w:r>
      <w:r w:rsidRPr="006D606D">
        <w:rPr>
          <w:rFonts w:ascii="Comic Sans MS" w:hAnsi="Comic Sans MS"/>
          <w:bCs/>
          <w:i/>
          <w:color w:val="0000FF"/>
          <w:szCs w:val="20"/>
          <w:vertAlign w:val="superscript"/>
        </w:rPr>
        <w:t>er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week-end sont d</w:t>
      </w:r>
      <w:r w:rsidR="00F177FD" w:rsidRPr="006D606D">
        <w:rPr>
          <w:rFonts w:ascii="Comic Sans MS" w:hAnsi="Comic Sans MS"/>
          <w:bCs/>
          <w:i/>
          <w:color w:val="0000FF"/>
          <w:szCs w:val="20"/>
        </w:rPr>
        <w:t xml:space="preserve">’évaluer les acquis des élèves, </w:t>
      </w:r>
      <w:r w:rsidRPr="006D606D">
        <w:rPr>
          <w:rFonts w:ascii="Comic Sans MS" w:hAnsi="Comic Sans MS"/>
          <w:bCs/>
          <w:i/>
          <w:color w:val="0000FF"/>
          <w:szCs w:val="20"/>
        </w:rPr>
        <w:t>de commencer la formation GP</w:t>
      </w:r>
      <w:r w:rsidR="00F177FD" w:rsidRPr="006D606D">
        <w:rPr>
          <w:rFonts w:ascii="Comic Sans MS" w:hAnsi="Comic Sans MS"/>
          <w:bCs/>
          <w:i/>
          <w:color w:val="0000FF"/>
          <w:szCs w:val="20"/>
        </w:rPr>
        <w:t xml:space="preserve"> et 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>d‘</w:t>
      </w:r>
      <w:r w:rsidR="00F177FD" w:rsidRPr="006D606D">
        <w:rPr>
          <w:rFonts w:ascii="Comic Sans MS" w:hAnsi="Comic Sans MS"/>
          <w:bCs/>
          <w:i/>
          <w:color w:val="0000FF"/>
          <w:szCs w:val="20"/>
        </w:rPr>
        <w:t>instaurer une bonne ambiance de/dans le groupe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. </w:t>
      </w:r>
      <w:r w:rsidR="00E4292B" w:rsidRPr="006D606D">
        <w:rPr>
          <w:rFonts w:ascii="Comic Sans MS" w:hAnsi="Comic Sans MS"/>
          <w:bCs/>
          <w:i/>
          <w:color w:val="0000FF"/>
          <w:szCs w:val="20"/>
        </w:rPr>
        <w:t xml:space="preserve">Ces consignes seront 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donc </w:t>
      </w:r>
      <w:r w:rsidR="004B4E59" w:rsidRPr="006D606D">
        <w:rPr>
          <w:rFonts w:ascii="Comic Sans MS" w:hAnsi="Comic Sans MS"/>
          <w:bCs/>
          <w:i/>
          <w:color w:val="0000FF"/>
          <w:szCs w:val="20"/>
        </w:rPr>
        <w:t>articulées</w:t>
      </w:r>
      <w:r w:rsidR="00E4292B" w:rsidRPr="006D606D">
        <w:rPr>
          <w:rFonts w:ascii="Comic Sans MS" w:hAnsi="Comic Sans MS"/>
          <w:bCs/>
          <w:i/>
          <w:color w:val="0000FF"/>
          <w:szCs w:val="20"/>
        </w:rPr>
        <w:t xml:space="preserve"> autour de 3 axes :</w:t>
      </w:r>
    </w:p>
    <w:p w14:paraId="5B949F14" w14:textId="16339A22" w:rsidR="00E4292B" w:rsidRPr="006D606D" w:rsidRDefault="00E4292B" w:rsidP="003E525F">
      <w:pPr>
        <w:pStyle w:val="Pardeliste"/>
        <w:numPr>
          <w:ilvl w:val="0"/>
          <w:numId w:val="25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Assurer la sécurité :</w:t>
      </w:r>
    </w:p>
    <w:p w14:paraId="54ACD4E7" w14:textId="1E2798C9" w:rsidR="006C03AE" w:rsidRPr="006D606D" w:rsidRDefault="006C03AE" w:rsidP="003E525F">
      <w:pPr>
        <w:pStyle w:val="Pardeliste"/>
        <w:numPr>
          <w:ilvl w:val="1"/>
          <w:numId w:val="26"/>
        </w:numPr>
        <w:ind w:left="851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Demander l’expérience de ses élèves.</w:t>
      </w:r>
    </w:p>
    <w:p w14:paraId="701D1E33" w14:textId="4D98B0EE" w:rsidR="006C03AE" w:rsidRPr="006D606D" w:rsidRDefault="006C03AE" w:rsidP="003E525F">
      <w:pPr>
        <w:pStyle w:val="Pardeliste"/>
        <w:numPr>
          <w:ilvl w:val="1"/>
          <w:numId w:val="26"/>
        </w:numPr>
        <w:ind w:left="851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Date des dernières plongées, profondeurs, … + adapter les plongées à ces éléments.</w:t>
      </w:r>
    </w:p>
    <w:p w14:paraId="4D9F7180" w14:textId="7DDB820B" w:rsidR="006C03AE" w:rsidRPr="006D606D" w:rsidRDefault="006C03AE" w:rsidP="003E525F">
      <w:pPr>
        <w:pStyle w:val="Pardeliste"/>
        <w:numPr>
          <w:ilvl w:val="1"/>
          <w:numId w:val="26"/>
        </w:numPr>
        <w:ind w:left="851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Limiter le nombre d’élèves par palanquées,</w:t>
      </w:r>
    </w:p>
    <w:p w14:paraId="7605C724" w14:textId="4837491A" w:rsidR="006C03AE" w:rsidRPr="006D606D" w:rsidRDefault="006C03AE" w:rsidP="003E525F">
      <w:pPr>
        <w:pStyle w:val="Pardeliste"/>
        <w:numPr>
          <w:ilvl w:val="1"/>
          <w:numId w:val="26"/>
        </w:numPr>
        <w:ind w:left="851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Etre attentif au froid, mal de mer, </w:t>
      </w:r>
      <w:r w:rsidR="00387D3E" w:rsidRPr="006D606D">
        <w:rPr>
          <w:rFonts w:ascii="Comic Sans MS" w:hAnsi="Comic Sans MS"/>
          <w:bCs/>
          <w:i/>
          <w:color w:val="0000FF"/>
          <w:szCs w:val="20"/>
        </w:rPr>
        <w:t>anxiété, …</w:t>
      </w:r>
    </w:p>
    <w:p w14:paraId="4972A04B" w14:textId="48FA517C" w:rsidR="00387D3E" w:rsidRPr="006D606D" w:rsidRDefault="00387D3E" w:rsidP="003E525F">
      <w:pPr>
        <w:pStyle w:val="Pardeliste"/>
        <w:numPr>
          <w:ilvl w:val="1"/>
          <w:numId w:val="26"/>
        </w:numPr>
        <w:ind w:left="851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Gérer les risques de narcose (progressivité des profondeurs, …)</w:t>
      </w:r>
    </w:p>
    <w:p w14:paraId="6CC0EF1A" w14:textId="77777777" w:rsidR="006C03AE" w:rsidRPr="006D606D" w:rsidRDefault="006C03AE" w:rsidP="003E525F">
      <w:pPr>
        <w:pStyle w:val="Pardeliste"/>
        <w:numPr>
          <w:ilvl w:val="0"/>
          <w:numId w:val="27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Enseigner :</w:t>
      </w:r>
    </w:p>
    <w:p w14:paraId="1C8B6AB3" w14:textId="2095306E" w:rsidR="006C03AE" w:rsidRPr="006D606D" w:rsidRDefault="00F177FD" w:rsidP="003E525F">
      <w:pPr>
        <w:pStyle w:val="Pardeliste"/>
        <w:numPr>
          <w:ilvl w:val="1"/>
          <w:numId w:val="29"/>
        </w:numPr>
        <w:ind w:left="851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Evaluer les acquis :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Pr="006D606D">
        <w:rPr>
          <w:rFonts w:ascii="Comic Sans MS" w:hAnsi="Comic Sans MS"/>
          <w:bCs/>
          <w:i/>
          <w:color w:val="0000FF"/>
          <w:szCs w:val="20"/>
        </w:rPr>
        <w:t>capacité à s’équilibrer (lestage, maîtrise du gilet, tenue du paliers, …)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 xml:space="preserve">, </w:t>
      </w:r>
      <w:r w:rsidR="002E6F88" w:rsidRPr="006D606D">
        <w:rPr>
          <w:rFonts w:ascii="Comic Sans MS" w:hAnsi="Comic Sans MS"/>
          <w:bCs/>
          <w:i/>
          <w:color w:val="0000FF"/>
          <w:szCs w:val="20"/>
        </w:rPr>
        <w:t>consommation d’air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>, c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apacité à se 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>déplacer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(palmage, condition physique, …)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 xml:space="preserve">, </w:t>
      </w:r>
      <w:r w:rsidR="002E6F88" w:rsidRPr="006D606D">
        <w:rPr>
          <w:rFonts w:ascii="Comic Sans MS" w:hAnsi="Comic Sans MS"/>
          <w:bCs/>
          <w:i/>
          <w:color w:val="0000FF"/>
          <w:szCs w:val="20"/>
        </w:rPr>
        <w:t>configuration matérielle (position du 2</w:t>
      </w:r>
      <w:r w:rsidR="002E6F88" w:rsidRPr="006D606D">
        <w:rPr>
          <w:rFonts w:ascii="Comic Sans MS" w:hAnsi="Comic Sans MS"/>
          <w:bCs/>
          <w:i/>
          <w:color w:val="0000FF"/>
          <w:szCs w:val="20"/>
          <w:vertAlign w:val="superscript"/>
        </w:rPr>
        <w:t>nd</w:t>
      </w:r>
      <w:r w:rsidR="002E6F88" w:rsidRPr="006D606D">
        <w:rPr>
          <w:rFonts w:ascii="Comic Sans MS" w:hAnsi="Comic Sans MS"/>
          <w:bCs/>
          <w:i/>
          <w:color w:val="0000FF"/>
          <w:szCs w:val="20"/>
        </w:rPr>
        <w:t xml:space="preserve"> détendeur, …)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 xml:space="preserve">, </w:t>
      </w:r>
      <w:r w:rsidR="006C03AE" w:rsidRPr="006D606D">
        <w:rPr>
          <w:rFonts w:ascii="Comic Sans MS" w:hAnsi="Comic Sans MS"/>
          <w:bCs/>
          <w:i/>
          <w:color w:val="0000FF"/>
          <w:szCs w:val="20"/>
        </w:rPr>
        <w:t>gestion du parachute de palier.</w:t>
      </w:r>
    </w:p>
    <w:p w14:paraId="2F7140F6" w14:textId="73D91A2F" w:rsidR="006C03AE" w:rsidRPr="006D606D" w:rsidRDefault="006C03AE" w:rsidP="003E525F">
      <w:pPr>
        <w:pStyle w:val="Pardeliste"/>
        <w:numPr>
          <w:ilvl w:val="1"/>
          <w:numId w:val="29"/>
        </w:numPr>
        <w:ind w:left="851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Commencer la formation GP :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 xml:space="preserve"> a</w:t>
      </w:r>
      <w:r w:rsidRPr="006D606D">
        <w:rPr>
          <w:rFonts w:ascii="Comic Sans MS" w:hAnsi="Comic Sans MS"/>
          <w:bCs/>
          <w:i/>
          <w:color w:val="0000FF"/>
          <w:szCs w:val="20"/>
        </w:rPr>
        <w:t>pporter des correctifs pour améliorer les éléments évalués (s’équilibrer, consommation d’air, propulsion, configuration matérielle, …)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>, f</w:t>
      </w:r>
      <w:r w:rsidRPr="006D606D">
        <w:rPr>
          <w:rFonts w:ascii="Comic Sans MS" w:hAnsi="Comic Sans MS"/>
          <w:bCs/>
          <w:i/>
          <w:color w:val="0000FF"/>
          <w:szCs w:val="20"/>
        </w:rPr>
        <w:t>aire les séances indiquées dans le planning de la question précédente.</w:t>
      </w:r>
    </w:p>
    <w:p w14:paraId="070227C4" w14:textId="73BBC375" w:rsidR="00E4292B" w:rsidRPr="006D606D" w:rsidRDefault="00E4292B" w:rsidP="003E525F">
      <w:pPr>
        <w:pStyle w:val="Pardeliste"/>
        <w:numPr>
          <w:ilvl w:val="0"/>
          <w:numId w:val="28"/>
        </w:numPr>
        <w:ind w:left="567" w:right="282" w:hanging="141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Faire plaisir :</w:t>
      </w:r>
    </w:p>
    <w:p w14:paraId="054645C9" w14:textId="6CFAE05F" w:rsidR="006C03AE" w:rsidRPr="006D606D" w:rsidRDefault="006C03AE" w:rsidP="003E525F">
      <w:pPr>
        <w:pStyle w:val="Pardeliste"/>
        <w:numPr>
          <w:ilvl w:val="1"/>
          <w:numId w:val="30"/>
        </w:numPr>
        <w:ind w:left="709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Favoriser l’entraide entre les plongeurs (</w:t>
      </w:r>
      <w:proofErr w:type="spellStart"/>
      <w:r w:rsidRPr="006D606D">
        <w:rPr>
          <w:rFonts w:ascii="Comic Sans MS" w:hAnsi="Comic Sans MS"/>
          <w:bCs/>
          <w:i/>
          <w:color w:val="0000FF"/>
          <w:szCs w:val="20"/>
        </w:rPr>
        <w:t>vérif</w:t>
      </w:r>
      <w:proofErr w:type="spellEnd"/>
      <w:r w:rsidRPr="006D606D">
        <w:rPr>
          <w:rFonts w:ascii="Comic Sans MS" w:hAnsi="Comic Sans MS"/>
          <w:bCs/>
          <w:i/>
          <w:color w:val="0000FF"/>
          <w:szCs w:val="20"/>
        </w:rPr>
        <w:t xml:space="preserve"> matérielles, s’aider à porter le bloc,</w:t>
      </w:r>
      <w:r w:rsidR="00387D3E" w:rsidRPr="006D606D">
        <w:rPr>
          <w:rFonts w:ascii="Comic Sans MS" w:hAnsi="Comic Sans MS"/>
          <w:bCs/>
          <w:i/>
          <w:color w:val="0000FF"/>
          <w:szCs w:val="20"/>
        </w:rPr>
        <w:t xml:space="preserve"> aide 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>à l’équipage</w:t>
      </w:r>
      <w:r w:rsidR="00387D3E" w:rsidRPr="006D606D">
        <w:rPr>
          <w:rFonts w:ascii="Comic Sans MS" w:hAnsi="Comic Sans MS"/>
          <w:bCs/>
          <w:i/>
          <w:color w:val="0000FF"/>
          <w:szCs w:val="20"/>
        </w:rPr>
        <w:t>, …)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>,</w:t>
      </w:r>
    </w:p>
    <w:p w14:paraId="6F7E9DFC" w14:textId="19943B39" w:rsidR="00344D10" w:rsidRPr="006D606D" w:rsidRDefault="00344D10" w:rsidP="003E525F">
      <w:pPr>
        <w:pStyle w:val="Pardeliste"/>
        <w:numPr>
          <w:ilvl w:val="1"/>
          <w:numId w:val="30"/>
        </w:numPr>
        <w:ind w:left="709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Prévoir une partie d’exploration durant la plongée,</w:t>
      </w:r>
    </w:p>
    <w:p w14:paraId="2C0739D8" w14:textId="70BE8851" w:rsidR="00387D3E" w:rsidRPr="006D606D" w:rsidRDefault="00387D3E" w:rsidP="003E525F">
      <w:pPr>
        <w:pStyle w:val="Pardeliste"/>
        <w:numPr>
          <w:ilvl w:val="1"/>
          <w:numId w:val="30"/>
        </w:numPr>
        <w:ind w:left="709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Partager son expérience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 xml:space="preserve"> d’encadrant (guidage de palanquée, …)</w:t>
      </w:r>
      <w:r w:rsidRPr="006D606D">
        <w:rPr>
          <w:rFonts w:ascii="Comic Sans MS" w:hAnsi="Comic Sans MS"/>
          <w:bCs/>
          <w:i/>
          <w:color w:val="0000FF"/>
          <w:szCs w:val="20"/>
        </w:rPr>
        <w:t>,</w:t>
      </w:r>
    </w:p>
    <w:p w14:paraId="1D965F7E" w14:textId="2DA46AD9" w:rsidR="00387D3E" w:rsidRPr="006D606D" w:rsidRDefault="00387D3E" w:rsidP="003E525F">
      <w:pPr>
        <w:pStyle w:val="Pardeliste"/>
        <w:numPr>
          <w:ilvl w:val="1"/>
          <w:numId w:val="30"/>
        </w:numPr>
        <w:ind w:left="709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Penser à amener des bonbons (Carambar, </w:t>
      </w:r>
      <w:proofErr w:type="spellStart"/>
      <w:r w:rsidRPr="006D606D">
        <w:rPr>
          <w:rFonts w:ascii="Comic Sans MS" w:hAnsi="Comic Sans MS"/>
          <w:bCs/>
          <w:i/>
          <w:color w:val="0000FF"/>
          <w:szCs w:val="20"/>
        </w:rPr>
        <w:t>Chamalows</w:t>
      </w:r>
      <w:proofErr w:type="spellEnd"/>
      <w:r w:rsidRPr="006D606D">
        <w:rPr>
          <w:rFonts w:ascii="Comic Sans MS" w:hAnsi="Comic Sans MS"/>
          <w:bCs/>
          <w:i/>
          <w:color w:val="0000FF"/>
          <w:szCs w:val="20"/>
        </w:rPr>
        <w:t xml:space="preserve">, …), une plaquette de chocolat ou des viennoiseries pour 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 xml:space="preserve">partager </w:t>
      </w:r>
      <w:r w:rsidRPr="006D606D">
        <w:rPr>
          <w:rFonts w:ascii="Comic Sans MS" w:hAnsi="Comic Sans MS"/>
          <w:bCs/>
          <w:i/>
          <w:color w:val="0000FF"/>
          <w:szCs w:val="20"/>
        </w:rPr>
        <w:t>après la plongée</w:t>
      </w:r>
      <w:r w:rsidR="00344D10" w:rsidRPr="006D606D">
        <w:rPr>
          <w:rFonts w:ascii="Comic Sans MS" w:hAnsi="Comic Sans MS"/>
          <w:bCs/>
          <w:i/>
          <w:color w:val="0000FF"/>
          <w:szCs w:val="20"/>
        </w:rPr>
        <w:t>… ou tout autre élément favorisant la convivialité</w:t>
      </w:r>
      <w:r w:rsidRPr="006D606D">
        <w:rPr>
          <w:rFonts w:ascii="Comic Sans MS" w:hAnsi="Comic Sans MS"/>
          <w:bCs/>
          <w:i/>
          <w:color w:val="0000FF"/>
          <w:szCs w:val="20"/>
        </w:rPr>
        <w:t> !</w:t>
      </w:r>
    </w:p>
    <w:p w14:paraId="7B3E2865" w14:textId="77777777" w:rsidR="00E53CBD" w:rsidRDefault="00E53CBD" w:rsidP="00E53CBD">
      <w:pPr>
        <w:ind w:right="282"/>
        <w:rPr>
          <w:rFonts w:ascii="Comic Sans MS" w:hAnsi="Comic Sans MS"/>
          <w:bCs/>
          <w:color w:val="0000FF"/>
          <w:szCs w:val="20"/>
        </w:rPr>
      </w:pPr>
    </w:p>
    <w:p w14:paraId="45E5BF17" w14:textId="77777777" w:rsidR="00E065B8" w:rsidRPr="00E53CBD" w:rsidRDefault="00E065B8" w:rsidP="00E53CBD">
      <w:pPr>
        <w:ind w:right="282"/>
        <w:rPr>
          <w:rFonts w:ascii="Comic Sans MS" w:hAnsi="Comic Sans MS"/>
          <w:bCs/>
          <w:color w:val="0000FF"/>
          <w:szCs w:val="20"/>
        </w:rPr>
      </w:pPr>
    </w:p>
    <w:p w14:paraId="11025DE1" w14:textId="77777777" w:rsidR="00E065B8" w:rsidRPr="00284FF8" w:rsidRDefault="00E065B8" w:rsidP="00E065B8">
      <w:pPr>
        <w:ind w:right="282"/>
        <w:rPr>
          <w:rFonts w:ascii="Comic Sans MS" w:hAnsi="Comic Sans MS"/>
          <w:b/>
          <w:bCs/>
          <w:szCs w:val="20"/>
          <w:u w:val="single"/>
        </w:rPr>
      </w:pPr>
      <w:r w:rsidRPr="00284FF8">
        <w:rPr>
          <w:rFonts w:ascii="Comic Sans MS" w:hAnsi="Comic Sans MS"/>
          <w:b/>
          <w:bCs/>
          <w:szCs w:val="20"/>
          <w:u w:val="single"/>
        </w:rPr>
        <w:t>QUESTION 3 (7 points)</w:t>
      </w:r>
    </w:p>
    <w:p w14:paraId="719E70B6" w14:textId="77777777" w:rsidR="0005761C" w:rsidRPr="00284FF8" w:rsidRDefault="0005761C" w:rsidP="0005761C">
      <w:pPr>
        <w:ind w:right="28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Le président de votre club sollicite votre expertise pour l’achat d’un nouveau compresseur. Il vous demande de le dimensionner, sachant que :</w:t>
      </w:r>
    </w:p>
    <w:p w14:paraId="6656E349" w14:textId="77777777" w:rsidR="0005761C" w:rsidRPr="00284FF8" w:rsidRDefault="0005761C" w:rsidP="0005761C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le club dispose d’un semi rigide de 16 plongeurs</w:t>
      </w:r>
    </w:p>
    <w:p w14:paraId="2E5A5A63" w14:textId="77777777" w:rsidR="0005761C" w:rsidRPr="00284FF8" w:rsidRDefault="0005761C" w:rsidP="0005761C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lastRenderedPageBreak/>
        <w:t>le parc de bouteilles est composé à part égale de 12 et de 15 litres à 200 bars de pression de service</w:t>
      </w:r>
    </w:p>
    <w:p w14:paraId="5B4A4CE6" w14:textId="77777777" w:rsidR="0005761C" w:rsidRPr="00284FF8" w:rsidRDefault="0005761C" w:rsidP="0005761C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le club sort en général matin et après-midi, le samedi et le dimanche</w:t>
      </w:r>
    </w:p>
    <w:p w14:paraId="4C74F197" w14:textId="77777777" w:rsidR="0005761C" w:rsidRPr="00284FF8" w:rsidRDefault="0005761C" w:rsidP="0005761C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le président souhaite pouvoir regonfler entre deux plongées pendant maximum 2h00</w:t>
      </w:r>
    </w:p>
    <w:p w14:paraId="3D65061F" w14:textId="77777777" w:rsidR="0005761C" w:rsidRPr="00284FF8" w:rsidRDefault="0005761C" w:rsidP="0005761C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on considèrera qu’il reste 50 bars de pression résiduelle dans les blocs</w:t>
      </w:r>
    </w:p>
    <w:p w14:paraId="67A8AC0D" w14:textId="77777777" w:rsidR="0005761C" w:rsidRDefault="0005761C" w:rsidP="0005761C">
      <w:pPr>
        <w:numPr>
          <w:ilvl w:val="0"/>
          <w:numId w:val="16"/>
        </w:numPr>
        <w:ind w:left="284" w:right="282" w:hanging="217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>on fait l’</w:t>
      </w:r>
      <w:r>
        <w:rPr>
          <w:rFonts w:ascii="Comic Sans MS" w:hAnsi="Comic Sans MS"/>
          <w:bCs/>
          <w:szCs w:val="20"/>
        </w:rPr>
        <w:t xml:space="preserve">hypothèse que l’air est </w:t>
      </w:r>
      <w:r w:rsidRPr="00284FF8">
        <w:rPr>
          <w:rFonts w:ascii="Comic Sans MS" w:hAnsi="Comic Sans MS"/>
          <w:bCs/>
          <w:szCs w:val="20"/>
        </w:rPr>
        <w:t xml:space="preserve">un gaz parfait </w:t>
      </w:r>
      <w:r>
        <w:rPr>
          <w:rFonts w:ascii="Comic Sans MS" w:hAnsi="Comic Sans MS"/>
          <w:bCs/>
          <w:szCs w:val="20"/>
        </w:rPr>
        <w:t>jusqu’ à 300 bars.</w:t>
      </w:r>
    </w:p>
    <w:p w14:paraId="148ACFEF" w14:textId="77777777" w:rsidR="00A97541" w:rsidRPr="003E774C" w:rsidRDefault="00A97541" w:rsidP="00170AD9">
      <w:pPr>
        <w:ind w:right="282"/>
        <w:rPr>
          <w:rFonts w:ascii="Comic Sans MS" w:hAnsi="Comic Sans MS"/>
          <w:bCs/>
          <w:szCs w:val="20"/>
        </w:rPr>
      </w:pPr>
    </w:p>
    <w:p w14:paraId="2C57D067" w14:textId="77777777" w:rsidR="00A97541" w:rsidRPr="003E774C" w:rsidRDefault="00E97802" w:rsidP="003E525F">
      <w:pPr>
        <w:numPr>
          <w:ilvl w:val="0"/>
          <w:numId w:val="15"/>
        </w:numPr>
        <w:ind w:left="567" w:right="28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Calculez le débit optimal</w:t>
      </w:r>
      <w:r w:rsidR="00BC12E6" w:rsidRPr="003E774C">
        <w:rPr>
          <w:rFonts w:ascii="Comic Sans MS" w:hAnsi="Comic Sans MS"/>
          <w:bCs/>
          <w:szCs w:val="20"/>
        </w:rPr>
        <w:t xml:space="preserve"> (en m3</w:t>
      </w:r>
      <w:r w:rsidR="0086498F" w:rsidRPr="003E774C">
        <w:rPr>
          <w:rFonts w:ascii="Comic Sans MS" w:hAnsi="Comic Sans MS"/>
          <w:bCs/>
          <w:szCs w:val="20"/>
        </w:rPr>
        <w:t xml:space="preserve"> par heure)</w:t>
      </w:r>
      <w:r w:rsidRPr="003E774C">
        <w:rPr>
          <w:rFonts w:ascii="Comic Sans MS" w:hAnsi="Comic Sans MS"/>
          <w:bCs/>
          <w:szCs w:val="20"/>
        </w:rPr>
        <w:t xml:space="preserve"> du compr</w:t>
      </w:r>
      <w:r w:rsidR="00B35750" w:rsidRPr="003E774C">
        <w:rPr>
          <w:rFonts w:ascii="Comic Sans MS" w:hAnsi="Comic Sans MS"/>
          <w:bCs/>
          <w:szCs w:val="20"/>
        </w:rPr>
        <w:t>esseur qu’il faudra acquérir. (2</w:t>
      </w:r>
      <w:r w:rsidRPr="003E774C">
        <w:rPr>
          <w:rFonts w:ascii="Comic Sans MS" w:hAnsi="Comic Sans MS"/>
          <w:bCs/>
          <w:szCs w:val="20"/>
        </w:rPr>
        <w:t>pts)</w:t>
      </w:r>
    </w:p>
    <w:p w14:paraId="04CED67E" w14:textId="77777777" w:rsidR="00D555AB" w:rsidRPr="00D555AB" w:rsidRDefault="00D555AB" w:rsidP="00D555AB">
      <w:pPr>
        <w:pStyle w:val="Pardeliste"/>
        <w:ind w:right="282"/>
        <w:rPr>
          <w:rFonts w:ascii="Comic Sans MS" w:hAnsi="Comic Sans MS"/>
          <w:bCs/>
          <w:szCs w:val="20"/>
        </w:rPr>
      </w:pPr>
      <w:r w:rsidRPr="00D555AB">
        <w:rPr>
          <w:rFonts w:ascii="Comic Sans MS" w:hAnsi="Comic Sans MS"/>
          <w:bCs/>
          <w:szCs w:val="20"/>
        </w:rPr>
        <w:t>On considère 8 blocs 12 l et 8 blocs 15l par sortie</w:t>
      </w:r>
    </w:p>
    <w:p w14:paraId="0E1439B7" w14:textId="77777777" w:rsidR="001A5AC7" w:rsidRPr="00284FF8" w:rsidRDefault="001A5AC7" w:rsidP="001A5AC7">
      <w:pPr>
        <w:pStyle w:val="Pardeliste"/>
        <w:ind w:left="567" w:right="282"/>
        <w:rPr>
          <w:rFonts w:ascii="Comic Sans MS" w:hAnsi="Comic Sans MS"/>
          <w:bCs/>
          <w:szCs w:val="20"/>
        </w:rPr>
      </w:pPr>
      <w:r w:rsidRPr="00284FF8">
        <w:rPr>
          <w:rFonts w:ascii="Comic Sans MS" w:hAnsi="Comic Sans MS"/>
          <w:bCs/>
          <w:szCs w:val="20"/>
        </w:rPr>
        <w:t xml:space="preserve">NB : on ne tiendra pas compte du bloc de sécurité </w:t>
      </w:r>
    </w:p>
    <w:p w14:paraId="7A9EE2B3" w14:textId="2E1B812D" w:rsidR="0086498F" w:rsidRPr="006D606D" w:rsidRDefault="009320A5" w:rsidP="003E525F">
      <w:pPr>
        <w:pStyle w:val="Pardeliste"/>
        <w:numPr>
          <w:ilvl w:val="0"/>
          <w:numId w:val="32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A partir des informations du sujet, l</w:t>
      </w:r>
      <w:r w:rsidR="001A5AC7">
        <w:rPr>
          <w:rFonts w:ascii="Comic Sans MS" w:hAnsi="Comic Sans MS"/>
          <w:bCs/>
          <w:i/>
          <w:color w:val="0000FF"/>
          <w:szCs w:val="20"/>
        </w:rPr>
        <w:t xml:space="preserve">’hypothèse est la </w:t>
      </w:r>
      <w:r w:rsidRPr="006D606D">
        <w:rPr>
          <w:rFonts w:ascii="Comic Sans MS" w:hAnsi="Comic Sans MS"/>
          <w:bCs/>
          <w:i/>
          <w:color w:val="0000FF"/>
          <w:szCs w:val="20"/>
        </w:rPr>
        <w:t>suivant</w:t>
      </w:r>
      <w:r w:rsidR="001A5AC7">
        <w:rPr>
          <w:rFonts w:ascii="Comic Sans MS" w:hAnsi="Comic Sans MS"/>
          <w:bCs/>
          <w:i/>
          <w:color w:val="0000FF"/>
          <w:szCs w:val="20"/>
        </w:rPr>
        <w:t>e</w:t>
      </w:r>
      <w:r w:rsidR="0086498F" w:rsidRPr="006D606D">
        <w:rPr>
          <w:rFonts w:ascii="Comic Sans MS" w:hAnsi="Comic Sans MS"/>
          <w:bCs/>
          <w:i/>
          <w:color w:val="0000FF"/>
          <w:szCs w:val="20"/>
        </w:rPr>
        <w:t>:</w:t>
      </w:r>
    </w:p>
    <w:p w14:paraId="3C6BEC08" w14:textId="77777777" w:rsidR="0086498F" w:rsidRPr="006D606D" w:rsidRDefault="0086498F" w:rsidP="003E525F">
      <w:pPr>
        <w:numPr>
          <w:ilvl w:val="0"/>
          <w:numId w:val="33"/>
        </w:numPr>
        <w:ind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8 blocs de 12 litres</w:t>
      </w:r>
    </w:p>
    <w:p w14:paraId="134AC441" w14:textId="77777777" w:rsidR="0086498F" w:rsidRPr="006D606D" w:rsidRDefault="0086498F" w:rsidP="003E525F">
      <w:pPr>
        <w:numPr>
          <w:ilvl w:val="0"/>
          <w:numId w:val="33"/>
        </w:numPr>
        <w:ind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8 blocs de 15 litres</w:t>
      </w:r>
    </w:p>
    <w:p w14:paraId="5AC15C66" w14:textId="2DDCB1AD" w:rsidR="0086498F" w:rsidRPr="006D606D" w:rsidRDefault="0086498F" w:rsidP="003E525F">
      <w:pPr>
        <w:numPr>
          <w:ilvl w:val="0"/>
          <w:numId w:val="33"/>
        </w:numPr>
        <w:ind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pression résiduelle estimée après la première plongée : 50 bars</w:t>
      </w:r>
    </w:p>
    <w:p w14:paraId="382487BD" w14:textId="77777777" w:rsidR="00E065B8" w:rsidRPr="006D606D" w:rsidRDefault="0086498F" w:rsidP="003E525F">
      <w:pPr>
        <w:pStyle w:val="Pardeliste"/>
        <w:numPr>
          <w:ilvl w:val="0"/>
          <w:numId w:val="34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Volume d’air à fournir :</w:t>
      </w:r>
      <w:r w:rsidR="00E065B8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Pr="006D606D">
        <w:rPr>
          <w:rFonts w:ascii="Comic Sans MS" w:hAnsi="Comic Sans MS"/>
          <w:bCs/>
          <w:i/>
          <w:color w:val="0000FF"/>
          <w:szCs w:val="20"/>
        </w:rPr>
        <w:t>{15x</w:t>
      </w:r>
      <w:r w:rsidR="00886A92" w:rsidRPr="006D606D">
        <w:rPr>
          <w:rFonts w:ascii="Comic Sans MS" w:hAnsi="Comic Sans MS"/>
          <w:bCs/>
          <w:i/>
          <w:color w:val="0000FF"/>
          <w:szCs w:val="20"/>
        </w:rPr>
        <w:t>8</w:t>
      </w:r>
      <w:proofErr w:type="gramStart"/>
      <w:r w:rsidR="00886A92" w:rsidRPr="006D606D">
        <w:rPr>
          <w:rFonts w:ascii="Comic Sans MS" w:hAnsi="Comic Sans MS"/>
          <w:bCs/>
          <w:i/>
          <w:color w:val="0000FF"/>
          <w:szCs w:val="20"/>
        </w:rPr>
        <w:t>x(</w:t>
      </w:r>
      <w:proofErr w:type="gramEnd"/>
      <w:r w:rsidR="00886A92" w:rsidRPr="006D606D">
        <w:rPr>
          <w:rFonts w:ascii="Comic Sans MS" w:hAnsi="Comic Sans MS"/>
          <w:bCs/>
          <w:i/>
          <w:color w:val="0000FF"/>
          <w:szCs w:val="20"/>
        </w:rPr>
        <w:t>200-50)} + {12x8x</w:t>
      </w:r>
      <w:r w:rsidRPr="006D606D">
        <w:rPr>
          <w:rFonts w:ascii="Comic Sans MS" w:hAnsi="Comic Sans MS"/>
          <w:bCs/>
          <w:i/>
          <w:color w:val="0000FF"/>
          <w:szCs w:val="20"/>
        </w:rPr>
        <w:t>(200-50</w:t>
      </w:r>
      <w:r w:rsidR="00BC12E6" w:rsidRPr="006D606D">
        <w:rPr>
          <w:rFonts w:ascii="Comic Sans MS" w:hAnsi="Comic Sans MS"/>
          <w:bCs/>
          <w:i/>
          <w:color w:val="0000FF"/>
          <w:szCs w:val="20"/>
        </w:rPr>
        <w:t xml:space="preserve">)} = 32 400 litres </w:t>
      </w:r>
    </w:p>
    <w:p w14:paraId="1DDE6372" w14:textId="1F5C6714" w:rsidR="0086498F" w:rsidRPr="006D606D" w:rsidRDefault="00BC12E6" w:rsidP="00E065B8">
      <w:pPr>
        <w:pStyle w:val="Pardeliste"/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(</w:t>
      </w:r>
      <w:proofErr w:type="gramStart"/>
      <w:r w:rsidRPr="006D606D">
        <w:rPr>
          <w:rFonts w:ascii="Comic Sans MS" w:hAnsi="Comic Sans MS"/>
          <w:bCs/>
          <w:i/>
          <w:color w:val="0000FF"/>
          <w:szCs w:val="20"/>
        </w:rPr>
        <w:t>soit</w:t>
      </w:r>
      <w:proofErr w:type="gramEnd"/>
      <w:r w:rsidRPr="006D606D">
        <w:rPr>
          <w:rFonts w:ascii="Comic Sans MS" w:hAnsi="Comic Sans MS"/>
          <w:bCs/>
          <w:i/>
          <w:color w:val="0000FF"/>
          <w:szCs w:val="20"/>
        </w:rPr>
        <w:t xml:space="preserve"> 32,4 m3</w:t>
      </w:r>
      <w:r w:rsidR="0086498F" w:rsidRPr="006D606D">
        <w:rPr>
          <w:rFonts w:ascii="Comic Sans MS" w:hAnsi="Comic Sans MS"/>
          <w:bCs/>
          <w:i/>
          <w:color w:val="0000FF"/>
          <w:szCs w:val="20"/>
        </w:rPr>
        <w:t>/h) à fournir sur deux heures</w:t>
      </w:r>
    </w:p>
    <w:p w14:paraId="61D90EB0" w14:textId="1944535F" w:rsidR="0086498F" w:rsidRPr="006D606D" w:rsidRDefault="0086498F" w:rsidP="003E525F">
      <w:pPr>
        <w:pStyle w:val="Pardeliste"/>
        <w:numPr>
          <w:ilvl w:val="0"/>
          <w:numId w:val="34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Débit optimal du compresseur :</w:t>
      </w:r>
      <w:r w:rsidR="00E065B8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="007E4F81" w:rsidRPr="006D606D">
        <w:rPr>
          <w:rFonts w:ascii="Comic Sans MS" w:hAnsi="Comic Sans MS"/>
          <w:bCs/>
          <w:i/>
          <w:color w:val="0000FF"/>
          <w:szCs w:val="20"/>
        </w:rPr>
        <w:t xml:space="preserve">32,4/2 = </w:t>
      </w:r>
      <w:r w:rsidR="001A5AC7">
        <w:rPr>
          <w:rFonts w:ascii="Comic Sans MS" w:hAnsi="Comic Sans MS"/>
          <w:b/>
          <w:bCs/>
          <w:i/>
          <w:color w:val="0000FF"/>
          <w:szCs w:val="20"/>
          <w:u w:val="single"/>
        </w:rPr>
        <w:t>16,2 m3</w:t>
      </w:r>
      <w:r w:rsidR="007E4F81" w:rsidRPr="006D606D">
        <w:rPr>
          <w:rFonts w:ascii="Comic Sans MS" w:hAnsi="Comic Sans MS"/>
          <w:b/>
          <w:bCs/>
          <w:i/>
          <w:color w:val="0000FF"/>
          <w:szCs w:val="20"/>
          <w:u w:val="single"/>
        </w:rPr>
        <w:t>/h</w:t>
      </w:r>
    </w:p>
    <w:p w14:paraId="1381BF34" w14:textId="77777777" w:rsidR="00E324B8" w:rsidRPr="003E774C" w:rsidRDefault="00E324B8" w:rsidP="00284FF8">
      <w:pPr>
        <w:ind w:right="282"/>
        <w:rPr>
          <w:rFonts w:ascii="Comic Sans MS" w:hAnsi="Comic Sans MS"/>
          <w:bCs/>
          <w:szCs w:val="20"/>
        </w:rPr>
      </w:pPr>
    </w:p>
    <w:p w14:paraId="1080DADA" w14:textId="51249891" w:rsidR="00C3518F" w:rsidRPr="003E774C" w:rsidRDefault="00C3518F" w:rsidP="003E525F">
      <w:pPr>
        <w:numPr>
          <w:ilvl w:val="0"/>
          <w:numId w:val="15"/>
        </w:numPr>
        <w:ind w:left="567" w:right="28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Faites une proposition d’installation de tampons de 50 litres à 300 bars (groupés par trois), en reliant tous les blocs de plongée à gonfler ensemble, afin de ne pas avoir besoin d’utiliser le compresseur pendant la pause méridienne, et prendre le repas a</w:t>
      </w:r>
      <w:r w:rsidR="00A6745D">
        <w:rPr>
          <w:rFonts w:ascii="Comic Sans MS" w:hAnsi="Comic Sans MS"/>
          <w:bCs/>
          <w:szCs w:val="20"/>
        </w:rPr>
        <w:t>u calme en compagnie de tous. (2</w:t>
      </w:r>
      <w:r w:rsidRPr="003E774C">
        <w:rPr>
          <w:rFonts w:ascii="Comic Sans MS" w:hAnsi="Comic Sans MS"/>
          <w:bCs/>
          <w:szCs w:val="20"/>
        </w:rPr>
        <w:t>pts)</w:t>
      </w:r>
    </w:p>
    <w:p w14:paraId="7025E079" w14:textId="77777777" w:rsidR="0005761C" w:rsidRDefault="00C3518F" w:rsidP="0005761C">
      <w:pPr>
        <w:ind w:left="567" w:right="28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>Vous arrondirez chaque résultat intermédiaire à l’unité la plus proche.</w:t>
      </w:r>
    </w:p>
    <w:p w14:paraId="07151B80" w14:textId="77777777" w:rsidR="00D555AB" w:rsidRDefault="00D555AB" w:rsidP="00D555AB">
      <w:pPr>
        <w:ind w:left="567" w:right="282"/>
        <w:rPr>
          <w:rFonts w:ascii="Comic Sans MS" w:hAnsi="Comic Sans MS"/>
          <w:bCs/>
          <w:szCs w:val="20"/>
        </w:rPr>
      </w:pPr>
      <w:r>
        <w:rPr>
          <w:rFonts w:ascii="Comic Sans MS" w:hAnsi="Comic Sans MS"/>
          <w:bCs/>
          <w:szCs w:val="20"/>
        </w:rPr>
        <w:t>On considère que l</w:t>
      </w:r>
      <w:r w:rsidRPr="00284FF8">
        <w:rPr>
          <w:rFonts w:ascii="Comic Sans MS" w:hAnsi="Comic Sans MS"/>
          <w:bCs/>
          <w:szCs w:val="20"/>
        </w:rPr>
        <w:t>a tem</w:t>
      </w:r>
      <w:r>
        <w:rPr>
          <w:rFonts w:ascii="Comic Sans MS" w:hAnsi="Comic Sans MS"/>
          <w:bCs/>
          <w:szCs w:val="20"/>
        </w:rPr>
        <w:t>pérature des gaz est restée constante pendant toutes les manipulations.</w:t>
      </w:r>
    </w:p>
    <w:p w14:paraId="59F68A45" w14:textId="77777777" w:rsidR="0005761C" w:rsidRPr="003E774C" w:rsidRDefault="0005761C" w:rsidP="00170AD9">
      <w:pPr>
        <w:ind w:left="567" w:right="282"/>
        <w:rPr>
          <w:rFonts w:ascii="Comic Sans MS" w:hAnsi="Comic Sans MS"/>
          <w:bCs/>
          <w:szCs w:val="20"/>
        </w:rPr>
      </w:pPr>
    </w:p>
    <w:p w14:paraId="4EBF6AC8" w14:textId="1E033F90" w:rsidR="00170AD9" w:rsidRPr="006D606D" w:rsidRDefault="00B35750" w:rsidP="003E525F">
      <w:pPr>
        <w:pStyle w:val="Pardeliste"/>
        <w:numPr>
          <w:ilvl w:val="0"/>
          <w:numId w:val="35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Sur le même postulat concernant la quantité de bloc</w:t>
      </w:r>
      <w:r w:rsidR="001C253B">
        <w:rPr>
          <w:rFonts w:ascii="Comic Sans MS" w:hAnsi="Comic Sans MS"/>
          <w:bCs/>
          <w:i/>
          <w:color w:val="0000FF"/>
          <w:szCs w:val="20"/>
        </w:rPr>
        <w:t>s (voir a)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, la solution la plus économique étant le gonflage </w:t>
      </w:r>
      <w:r w:rsidR="00E324B8" w:rsidRPr="006D606D">
        <w:rPr>
          <w:rFonts w:ascii="Comic Sans MS" w:hAnsi="Comic Sans MS"/>
          <w:bCs/>
          <w:i/>
          <w:color w:val="0000FF"/>
          <w:szCs w:val="20"/>
        </w:rPr>
        <w:t xml:space="preserve">groupe de </w:t>
      </w:r>
      <w:r w:rsidRPr="006D606D">
        <w:rPr>
          <w:rFonts w:ascii="Comic Sans MS" w:hAnsi="Comic Sans MS"/>
          <w:bCs/>
          <w:i/>
          <w:color w:val="0000FF"/>
          <w:szCs w:val="20"/>
        </w:rPr>
        <w:t>tampon</w:t>
      </w:r>
      <w:r w:rsidR="00E324B8" w:rsidRPr="006D606D">
        <w:rPr>
          <w:rFonts w:ascii="Comic Sans MS" w:hAnsi="Comic Sans MS"/>
          <w:bCs/>
          <w:i/>
          <w:color w:val="0000FF"/>
          <w:szCs w:val="20"/>
        </w:rPr>
        <w:t>s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après </w:t>
      </w:r>
      <w:r w:rsidR="00E324B8" w:rsidRPr="006D606D">
        <w:rPr>
          <w:rFonts w:ascii="Comic Sans MS" w:hAnsi="Comic Sans MS"/>
          <w:bCs/>
          <w:i/>
          <w:color w:val="0000FF"/>
          <w:szCs w:val="20"/>
        </w:rPr>
        <w:t xml:space="preserve">groupe de </w:t>
      </w:r>
      <w:r w:rsidRPr="006D606D">
        <w:rPr>
          <w:rFonts w:ascii="Comic Sans MS" w:hAnsi="Comic Sans MS"/>
          <w:bCs/>
          <w:i/>
          <w:color w:val="0000FF"/>
          <w:szCs w:val="20"/>
        </w:rPr>
        <w:t>tampon</w:t>
      </w:r>
      <w:r w:rsidR="00E324B8" w:rsidRPr="006D606D">
        <w:rPr>
          <w:rFonts w:ascii="Comic Sans MS" w:hAnsi="Comic Sans MS"/>
          <w:bCs/>
          <w:i/>
          <w:color w:val="0000FF"/>
          <w:szCs w:val="20"/>
        </w:rPr>
        <w:t>s</w:t>
      </w:r>
      <w:r w:rsidRPr="006D606D">
        <w:rPr>
          <w:rFonts w:ascii="Comic Sans MS" w:hAnsi="Comic Sans MS"/>
          <w:bCs/>
          <w:i/>
          <w:color w:val="0000FF"/>
          <w:szCs w:val="20"/>
        </w:rPr>
        <w:t>, on obtient :</w:t>
      </w:r>
    </w:p>
    <w:p w14:paraId="1BCFE4CE" w14:textId="027C8E30" w:rsidR="00B35750" w:rsidRPr="006D606D" w:rsidRDefault="00B35750" w:rsidP="003E525F">
      <w:pPr>
        <w:pStyle w:val="Pardeliste"/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Calculons le nombre de </w:t>
      </w:r>
      <w:r w:rsidR="00E324B8" w:rsidRPr="006D606D">
        <w:rPr>
          <w:rFonts w:ascii="Comic Sans MS" w:hAnsi="Comic Sans MS"/>
          <w:bCs/>
          <w:i/>
          <w:color w:val="0000FF"/>
          <w:szCs w:val="20"/>
        </w:rPr>
        <w:t xml:space="preserve">groupe de </w:t>
      </w:r>
      <w:r w:rsidRPr="006D606D">
        <w:rPr>
          <w:rFonts w:ascii="Comic Sans MS" w:hAnsi="Comic Sans MS"/>
          <w:bCs/>
          <w:i/>
          <w:color w:val="0000FF"/>
          <w:szCs w:val="20"/>
        </w:rPr>
        <w:t>tampon</w:t>
      </w:r>
      <w:r w:rsidR="009320A5" w:rsidRPr="006D606D">
        <w:rPr>
          <w:rFonts w:ascii="Comic Sans MS" w:hAnsi="Comic Sans MS"/>
          <w:bCs/>
          <w:i/>
          <w:color w:val="0000FF"/>
          <w:szCs w:val="20"/>
        </w:rPr>
        <w:t>s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nécessaire</w:t>
      </w:r>
      <w:r w:rsidR="009320A5" w:rsidRPr="006D606D">
        <w:rPr>
          <w:rFonts w:ascii="Comic Sans MS" w:hAnsi="Comic Sans MS"/>
          <w:bCs/>
          <w:i/>
          <w:color w:val="0000FF"/>
          <w:szCs w:val="20"/>
        </w:rPr>
        <w:t>s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au gonflage :</w:t>
      </w:r>
    </w:p>
    <w:p w14:paraId="11896FFB" w14:textId="4BB8E2A1" w:rsidR="00B35750" w:rsidRPr="006D606D" w:rsidRDefault="00FC0C06" w:rsidP="003E525F">
      <w:pPr>
        <w:ind w:left="567" w:right="282"/>
        <w:rPr>
          <w:rFonts w:ascii="Comic Sans MS" w:hAnsi="Comic Sans MS"/>
          <w:b/>
          <w:bCs/>
          <w:i/>
          <w:color w:val="0000FF"/>
          <w:szCs w:val="20"/>
          <w:u w:val="single"/>
        </w:rPr>
      </w:pPr>
      <w:r w:rsidRPr="006D606D">
        <w:rPr>
          <w:rFonts w:ascii="Comic Sans MS" w:hAnsi="Comic Sans MS"/>
          <w:b/>
          <w:bCs/>
          <w:i/>
          <w:color w:val="0000FF"/>
          <w:szCs w:val="20"/>
          <w:u w:val="single"/>
        </w:rPr>
        <w:t>Groupe tampon</w:t>
      </w:r>
      <w:r w:rsidR="00B35750" w:rsidRPr="006D606D">
        <w:rPr>
          <w:rFonts w:ascii="Comic Sans MS" w:hAnsi="Comic Sans MS"/>
          <w:b/>
          <w:bCs/>
          <w:i/>
          <w:color w:val="0000FF"/>
          <w:szCs w:val="20"/>
          <w:u w:val="single"/>
        </w:rPr>
        <w:t xml:space="preserve"> 1 :</w:t>
      </w:r>
    </w:p>
    <w:p w14:paraId="026A4D96" w14:textId="6CE7AC3A" w:rsidR="00B35750" w:rsidRPr="006D606D" w:rsidRDefault="00B35750" w:rsidP="00170AD9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Pression dans les blocs et dans le tampon à l’équilibre :</w:t>
      </w:r>
    </w:p>
    <w:p w14:paraId="432F2552" w14:textId="72459B39" w:rsidR="00B35750" w:rsidRPr="006D606D" w:rsidRDefault="00B35750" w:rsidP="00170AD9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  [{15x8x50)} + {12x8x50)} + (50x</w:t>
      </w:r>
      <w:r w:rsidR="00FC0C06" w:rsidRPr="006D606D">
        <w:rPr>
          <w:rFonts w:ascii="Comic Sans MS" w:hAnsi="Comic Sans MS"/>
          <w:bCs/>
          <w:i/>
          <w:color w:val="0000FF"/>
          <w:szCs w:val="20"/>
        </w:rPr>
        <w:t>3x</w:t>
      </w:r>
      <w:r w:rsidR="001A5AC7">
        <w:rPr>
          <w:rFonts w:ascii="Comic Sans MS" w:hAnsi="Comic Sans MS"/>
          <w:bCs/>
          <w:i/>
          <w:color w:val="0000FF"/>
          <w:szCs w:val="20"/>
        </w:rPr>
        <w:t>300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)] / {(15x8) + (12x8) + </w:t>
      </w:r>
      <w:r w:rsidR="00FC0C06" w:rsidRPr="006D606D">
        <w:rPr>
          <w:rFonts w:ascii="Comic Sans MS" w:hAnsi="Comic Sans MS"/>
          <w:bCs/>
          <w:i/>
          <w:color w:val="0000FF"/>
          <w:szCs w:val="20"/>
        </w:rPr>
        <w:t>(</w:t>
      </w:r>
      <w:r w:rsidRPr="006D606D">
        <w:rPr>
          <w:rFonts w:ascii="Comic Sans MS" w:hAnsi="Comic Sans MS"/>
          <w:bCs/>
          <w:i/>
          <w:color w:val="0000FF"/>
          <w:szCs w:val="20"/>
        </w:rPr>
        <w:t>50</w:t>
      </w:r>
      <w:r w:rsidR="00FC0C06" w:rsidRPr="006D606D">
        <w:rPr>
          <w:rFonts w:ascii="Comic Sans MS" w:hAnsi="Comic Sans MS"/>
          <w:bCs/>
          <w:i/>
          <w:color w:val="0000FF"/>
          <w:szCs w:val="20"/>
        </w:rPr>
        <w:t>x3)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} </w:t>
      </w:r>
    </w:p>
    <w:p w14:paraId="02B78C9E" w14:textId="610585E5" w:rsidR="00B35750" w:rsidRPr="006D606D" w:rsidRDefault="00B35750" w:rsidP="00170AD9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=    6000       +      4800      +  </w:t>
      </w:r>
      <w:r w:rsidR="001A5AC7">
        <w:rPr>
          <w:rFonts w:ascii="Comic Sans MS" w:hAnsi="Comic Sans MS"/>
          <w:bCs/>
          <w:i/>
          <w:color w:val="0000FF"/>
          <w:szCs w:val="20"/>
        </w:rPr>
        <w:t>4500</w:t>
      </w:r>
      <w:r w:rsidR="00FC0C06" w:rsidRPr="006D606D">
        <w:rPr>
          <w:rFonts w:ascii="Comic Sans MS" w:hAnsi="Comic Sans MS"/>
          <w:bCs/>
          <w:i/>
          <w:color w:val="0000FF"/>
          <w:szCs w:val="20"/>
        </w:rPr>
        <w:t xml:space="preserve">0      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/       </w:t>
      </w:r>
      <w:r w:rsidR="00FC0C06" w:rsidRPr="006D606D">
        <w:rPr>
          <w:rFonts w:ascii="Comic Sans MS" w:hAnsi="Comic Sans MS"/>
          <w:bCs/>
          <w:i/>
          <w:color w:val="0000FF"/>
          <w:szCs w:val="20"/>
        </w:rPr>
        <w:t>366</w:t>
      </w:r>
    </w:p>
    <w:p w14:paraId="3A1F787C" w14:textId="208622B1" w:rsidR="00B35750" w:rsidRPr="006D606D" w:rsidRDefault="00B35750" w:rsidP="003E525F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=                        </w:t>
      </w:r>
      <w:r w:rsidR="001A5AC7">
        <w:rPr>
          <w:rFonts w:ascii="Comic Sans MS" w:hAnsi="Comic Sans MS"/>
          <w:bCs/>
          <w:i/>
          <w:color w:val="0000FF"/>
          <w:szCs w:val="20"/>
        </w:rPr>
        <w:t>5580</w:t>
      </w:r>
      <w:r w:rsidR="00FC0C06" w:rsidRPr="006D606D">
        <w:rPr>
          <w:rFonts w:ascii="Comic Sans MS" w:hAnsi="Comic Sans MS"/>
          <w:bCs/>
          <w:i/>
          <w:color w:val="0000FF"/>
          <w:szCs w:val="20"/>
        </w:rPr>
        <w:t xml:space="preserve">0                           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/       </w:t>
      </w:r>
      <w:r w:rsidR="00FC0C06" w:rsidRPr="006D606D">
        <w:rPr>
          <w:rFonts w:ascii="Comic Sans MS" w:hAnsi="Comic Sans MS"/>
          <w:bCs/>
          <w:i/>
          <w:color w:val="0000FF"/>
          <w:szCs w:val="20"/>
        </w:rPr>
        <w:t>366</w:t>
      </w:r>
      <w:r w:rsidR="003E525F" w:rsidRPr="006D606D">
        <w:rPr>
          <w:rFonts w:ascii="Comic Sans MS" w:hAnsi="Comic Sans MS"/>
          <w:bCs/>
          <w:i/>
          <w:color w:val="0000FF"/>
          <w:szCs w:val="20"/>
        </w:rPr>
        <w:t xml:space="preserve"> = </w:t>
      </w:r>
      <w:r w:rsidR="001A5AC7">
        <w:rPr>
          <w:rFonts w:ascii="Comic Sans MS" w:hAnsi="Comic Sans MS"/>
          <w:bCs/>
          <w:i/>
          <w:color w:val="0000FF"/>
          <w:szCs w:val="20"/>
        </w:rPr>
        <w:t xml:space="preserve">152,45 </w:t>
      </w:r>
      <w:r w:rsidRPr="006D606D">
        <w:rPr>
          <w:rFonts w:ascii="Comic Sans MS" w:hAnsi="Comic Sans MS"/>
          <w:bCs/>
          <w:i/>
          <w:color w:val="0000FF"/>
          <w:szCs w:val="20"/>
        </w:rPr>
        <w:t>bars</w:t>
      </w:r>
    </w:p>
    <w:p w14:paraId="6C997955" w14:textId="00DEE825" w:rsidR="00170AD9" w:rsidRPr="006D606D" w:rsidRDefault="00B35750" w:rsidP="003E525F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En arrondissant à l’unité la plus proche, la pression résiduelle dans </w:t>
      </w:r>
      <w:r w:rsidR="00170AD9" w:rsidRPr="006D606D">
        <w:rPr>
          <w:rFonts w:ascii="Comic Sans MS" w:hAnsi="Comic Sans MS"/>
          <w:bCs/>
          <w:i/>
          <w:color w:val="0000FF"/>
          <w:szCs w:val="20"/>
        </w:rPr>
        <w:t>le tampon à l’équilibre est de </w:t>
      </w:r>
      <w:r w:rsidR="00480728" w:rsidRPr="006D606D">
        <w:rPr>
          <w:rFonts w:ascii="Comic Sans MS" w:hAnsi="Comic Sans MS"/>
          <w:bCs/>
          <w:i/>
          <w:color w:val="0000FF"/>
          <w:szCs w:val="20"/>
        </w:rPr>
        <w:t xml:space="preserve">139 </w:t>
      </w:r>
      <w:r w:rsidRPr="006D606D">
        <w:rPr>
          <w:rFonts w:ascii="Comic Sans MS" w:hAnsi="Comic Sans MS"/>
          <w:bCs/>
          <w:i/>
          <w:color w:val="0000FF"/>
          <w:szCs w:val="20"/>
        </w:rPr>
        <w:t>bars</w:t>
      </w:r>
    </w:p>
    <w:p w14:paraId="5FE8DFDB" w14:textId="3534FC37" w:rsidR="00B35750" w:rsidRPr="006D606D" w:rsidRDefault="00480728" w:rsidP="00170AD9">
      <w:pPr>
        <w:ind w:left="567" w:right="282"/>
        <w:rPr>
          <w:rFonts w:ascii="Comic Sans MS" w:hAnsi="Comic Sans MS"/>
          <w:b/>
          <w:bCs/>
          <w:i/>
          <w:color w:val="0000FF"/>
          <w:szCs w:val="20"/>
          <w:u w:val="single"/>
        </w:rPr>
      </w:pPr>
      <w:r w:rsidRPr="006D606D">
        <w:rPr>
          <w:rFonts w:ascii="Comic Sans MS" w:hAnsi="Comic Sans MS"/>
          <w:b/>
          <w:bCs/>
          <w:i/>
          <w:color w:val="0000FF"/>
          <w:szCs w:val="20"/>
          <w:u w:val="single"/>
        </w:rPr>
        <w:t>Groupe tampon</w:t>
      </w:r>
      <w:r w:rsidR="00B35750" w:rsidRPr="006D606D">
        <w:rPr>
          <w:rFonts w:ascii="Comic Sans MS" w:hAnsi="Comic Sans MS"/>
          <w:b/>
          <w:bCs/>
          <w:i/>
          <w:color w:val="0000FF"/>
          <w:szCs w:val="20"/>
          <w:u w:val="single"/>
        </w:rPr>
        <w:t xml:space="preserve"> 2 :</w:t>
      </w:r>
    </w:p>
    <w:p w14:paraId="621B7C59" w14:textId="3992DD41" w:rsidR="00B35750" w:rsidRPr="006D606D" w:rsidRDefault="00B35750" w:rsidP="00170AD9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Pression dans les blocs e</w:t>
      </w:r>
      <w:r w:rsidR="00170AD9" w:rsidRPr="006D606D">
        <w:rPr>
          <w:rFonts w:ascii="Comic Sans MS" w:hAnsi="Comic Sans MS"/>
          <w:bCs/>
          <w:i/>
          <w:color w:val="0000FF"/>
          <w:szCs w:val="20"/>
        </w:rPr>
        <w:t>t dans le tampon à l’équilibre :</w:t>
      </w:r>
    </w:p>
    <w:p w14:paraId="537E4EAD" w14:textId="7E41EFD8" w:rsidR="00B35750" w:rsidRPr="006D606D" w:rsidRDefault="00B35750" w:rsidP="00170AD9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  [{</w:t>
      </w:r>
      <w:r w:rsidR="001A5AC7">
        <w:rPr>
          <w:rFonts w:ascii="Comic Sans MS" w:hAnsi="Comic Sans MS"/>
          <w:bCs/>
          <w:i/>
          <w:color w:val="0000FF"/>
          <w:szCs w:val="20"/>
        </w:rPr>
        <w:t>15x8x152</w:t>
      </w:r>
      <w:r w:rsidRPr="006D606D">
        <w:rPr>
          <w:rFonts w:ascii="Comic Sans MS" w:hAnsi="Comic Sans MS"/>
          <w:bCs/>
          <w:i/>
          <w:color w:val="0000FF"/>
          <w:szCs w:val="20"/>
        </w:rPr>
        <w:t>)} + {</w:t>
      </w:r>
      <w:r w:rsidR="001A5AC7">
        <w:rPr>
          <w:rFonts w:ascii="Comic Sans MS" w:hAnsi="Comic Sans MS"/>
          <w:bCs/>
          <w:i/>
          <w:color w:val="0000FF"/>
          <w:szCs w:val="20"/>
        </w:rPr>
        <w:t>12x8x152</w:t>
      </w:r>
      <w:r w:rsidRPr="006D606D">
        <w:rPr>
          <w:rFonts w:ascii="Comic Sans MS" w:hAnsi="Comic Sans MS"/>
          <w:bCs/>
          <w:i/>
          <w:color w:val="0000FF"/>
          <w:szCs w:val="20"/>
        </w:rPr>
        <w:t>)} + (50x</w:t>
      </w:r>
      <w:r w:rsidR="00480728" w:rsidRPr="006D606D">
        <w:rPr>
          <w:rFonts w:ascii="Comic Sans MS" w:hAnsi="Comic Sans MS"/>
          <w:bCs/>
          <w:i/>
          <w:color w:val="0000FF"/>
          <w:szCs w:val="20"/>
        </w:rPr>
        <w:t>3x</w:t>
      </w:r>
      <w:r w:rsidR="001A5AC7">
        <w:rPr>
          <w:rFonts w:ascii="Comic Sans MS" w:hAnsi="Comic Sans MS"/>
          <w:bCs/>
          <w:i/>
          <w:color w:val="0000FF"/>
          <w:szCs w:val="20"/>
        </w:rPr>
        <w:t>300</w:t>
      </w:r>
      <w:r w:rsidRPr="006D606D">
        <w:rPr>
          <w:rFonts w:ascii="Comic Sans MS" w:hAnsi="Comic Sans MS"/>
          <w:bCs/>
          <w:i/>
          <w:color w:val="0000FF"/>
          <w:szCs w:val="20"/>
        </w:rPr>
        <w:t>)] / {(15x8) + (12x8) + 50</w:t>
      </w:r>
      <w:r w:rsidR="00940182" w:rsidRPr="006D606D">
        <w:rPr>
          <w:rFonts w:ascii="Comic Sans MS" w:hAnsi="Comic Sans MS"/>
          <w:bCs/>
          <w:i/>
          <w:color w:val="0000FF"/>
          <w:szCs w:val="20"/>
        </w:rPr>
        <w:t>x3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} </w:t>
      </w:r>
    </w:p>
    <w:p w14:paraId="2F9D35B7" w14:textId="205198F6" w:rsidR="00B35750" w:rsidRPr="006D606D" w:rsidRDefault="00B35750" w:rsidP="00170AD9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=    </w:t>
      </w:r>
      <w:r w:rsidR="001A5AC7">
        <w:rPr>
          <w:rFonts w:ascii="Comic Sans MS" w:hAnsi="Comic Sans MS"/>
          <w:bCs/>
          <w:i/>
          <w:color w:val="0000FF"/>
          <w:szCs w:val="20"/>
        </w:rPr>
        <w:t>18240</w:t>
      </w:r>
      <w:r w:rsidR="00940182" w:rsidRPr="006D606D">
        <w:rPr>
          <w:rFonts w:ascii="Comic Sans MS" w:hAnsi="Comic Sans MS"/>
          <w:bCs/>
          <w:i/>
          <w:color w:val="0000FF"/>
          <w:szCs w:val="20"/>
        </w:rPr>
        <w:t xml:space="preserve">     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+      </w:t>
      </w:r>
      <w:r w:rsidR="001A5AC7">
        <w:rPr>
          <w:rFonts w:ascii="Comic Sans MS" w:hAnsi="Comic Sans MS"/>
          <w:bCs/>
          <w:i/>
          <w:color w:val="0000FF"/>
          <w:szCs w:val="20"/>
        </w:rPr>
        <w:t>14592</w:t>
      </w:r>
      <w:r w:rsidR="00940182" w:rsidRPr="006D606D">
        <w:rPr>
          <w:rFonts w:ascii="Comic Sans MS" w:hAnsi="Comic Sans MS"/>
          <w:bCs/>
          <w:i/>
          <w:color w:val="0000FF"/>
          <w:szCs w:val="20"/>
        </w:rPr>
        <w:t xml:space="preserve">     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+    </w:t>
      </w:r>
      <w:r w:rsidR="001A5AC7">
        <w:rPr>
          <w:rFonts w:ascii="Comic Sans MS" w:hAnsi="Comic Sans MS"/>
          <w:bCs/>
          <w:i/>
          <w:color w:val="0000FF"/>
          <w:szCs w:val="20"/>
        </w:rPr>
        <w:t>4500</w:t>
      </w:r>
      <w:r w:rsidR="00940182" w:rsidRPr="006D606D">
        <w:rPr>
          <w:rFonts w:ascii="Comic Sans MS" w:hAnsi="Comic Sans MS"/>
          <w:bCs/>
          <w:i/>
          <w:color w:val="0000FF"/>
          <w:szCs w:val="20"/>
        </w:rPr>
        <w:t xml:space="preserve">0      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/       </w:t>
      </w:r>
      <w:r w:rsidR="00940182" w:rsidRPr="006D606D">
        <w:rPr>
          <w:rFonts w:ascii="Comic Sans MS" w:hAnsi="Comic Sans MS"/>
          <w:bCs/>
          <w:i/>
          <w:color w:val="0000FF"/>
          <w:szCs w:val="20"/>
        </w:rPr>
        <w:t>366</w:t>
      </w:r>
    </w:p>
    <w:p w14:paraId="3548EEC3" w14:textId="28A27431" w:rsidR="00B35750" w:rsidRPr="006D606D" w:rsidRDefault="00B35750" w:rsidP="003E525F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=                       </w:t>
      </w:r>
      <w:r w:rsidR="001A5AC7">
        <w:rPr>
          <w:rFonts w:ascii="Comic Sans MS" w:hAnsi="Comic Sans MS"/>
          <w:bCs/>
          <w:i/>
          <w:color w:val="0000FF"/>
          <w:szCs w:val="20"/>
        </w:rPr>
        <w:t>7</w:t>
      </w:r>
      <w:r w:rsidR="00640D37">
        <w:rPr>
          <w:rFonts w:ascii="Comic Sans MS" w:hAnsi="Comic Sans MS"/>
          <w:bCs/>
          <w:i/>
          <w:color w:val="0000FF"/>
          <w:szCs w:val="20"/>
        </w:rPr>
        <w:t>7</w:t>
      </w:r>
      <w:r w:rsidR="001A5AC7">
        <w:rPr>
          <w:rFonts w:ascii="Comic Sans MS" w:hAnsi="Comic Sans MS"/>
          <w:bCs/>
          <w:i/>
          <w:color w:val="0000FF"/>
          <w:szCs w:val="20"/>
        </w:rPr>
        <w:t>832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                          /       </w:t>
      </w:r>
      <w:r w:rsidR="00940182" w:rsidRPr="006D606D">
        <w:rPr>
          <w:rFonts w:ascii="Comic Sans MS" w:hAnsi="Comic Sans MS"/>
          <w:bCs/>
          <w:i/>
          <w:color w:val="0000FF"/>
          <w:szCs w:val="20"/>
        </w:rPr>
        <w:t>366</w:t>
      </w:r>
      <w:r w:rsidR="003E525F" w:rsidRPr="006D606D">
        <w:rPr>
          <w:rFonts w:ascii="Comic Sans MS" w:hAnsi="Comic Sans MS"/>
          <w:bCs/>
          <w:i/>
          <w:color w:val="0000FF"/>
          <w:szCs w:val="20"/>
        </w:rPr>
        <w:t xml:space="preserve"> = </w:t>
      </w:r>
      <w:r w:rsidR="001A5AC7">
        <w:rPr>
          <w:rFonts w:ascii="Comic Sans MS" w:hAnsi="Comic Sans MS"/>
          <w:bCs/>
          <w:i/>
          <w:color w:val="0000FF"/>
          <w:szCs w:val="20"/>
        </w:rPr>
        <w:t>212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 bars</w:t>
      </w:r>
    </w:p>
    <w:p w14:paraId="4F09EA4A" w14:textId="5F923149" w:rsidR="00CD1027" w:rsidRPr="006D606D" w:rsidRDefault="00B35750" w:rsidP="003E525F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En arrondissant à l’unité la plus proche, la pression résiduelle dans </w:t>
      </w:r>
      <w:r w:rsidR="003E525F" w:rsidRPr="006D606D">
        <w:rPr>
          <w:rFonts w:ascii="Comic Sans MS" w:hAnsi="Comic Sans MS"/>
          <w:bCs/>
          <w:i/>
          <w:color w:val="0000FF"/>
          <w:szCs w:val="20"/>
        </w:rPr>
        <w:t xml:space="preserve">le tampon à l’équilibre est de </w:t>
      </w:r>
      <w:r w:rsidR="001A5AC7">
        <w:rPr>
          <w:rFonts w:ascii="Comic Sans MS" w:hAnsi="Comic Sans MS"/>
          <w:bCs/>
          <w:i/>
          <w:color w:val="0000FF"/>
          <w:szCs w:val="20"/>
        </w:rPr>
        <w:t>21</w:t>
      </w:r>
      <w:r w:rsidR="00F31310">
        <w:rPr>
          <w:rFonts w:ascii="Comic Sans MS" w:hAnsi="Comic Sans MS"/>
          <w:bCs/>
          <w:i/>
          <w:color w:val="0000FF"/>
          <w:szCs w:val="20"/>
        </w:rPr>
        <w:t>2</w:t>
      </w:r>
      <w:r w:rsidR="00940182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Pr="006D606D">
        <w:rPr>
          <w:rFonts w:ascii="Comic Sans MS" w:hAnsi="Comic Sans MS"/>
          <w:bCs/>
          <w:i/>
          <w:color w:val="0000FF"/>
          <w:szCs w:val="20"/>
        </w:rPr>
        <w:t>bars</w:t>
      </w:r>
    </w:p>
    <w:p w14:paraId="4A6DEB4E" w14:textId="63F9251C" w:rsidR="00CD1027" w:rsidRPr="006D606D" w:rsidRDefault="00CD1027" w:rsidP="003E525F">
      <w:pPr>
        <w:pStyle w:val="Pardeliste"/>
        <w:numPr>
          <w:ilvl w:val="0"/>
          <w:numId w:val="35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L’install</w:t>
      </w:r>
      <w:r w:rsidR="001A5AC7">
        <w:rPr>
          <w:rFonts w:ascii="Comic Sans MS" w:hAnsi="Comic Sans MS"/>
          <w:bCs/>
          <w:i/>
          <w:color w:val="0000FF"/>
          <w:szCs w:val="20"/>
        </w:rPr>
        <w:t>ation devra être constituée de 2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groupes de tampons si on ne désire pas utiliser le compresseur </w:t>
      </w:r>
    </w:p>
    <w:p w14:paraId="0478C147" w14:textId="77777777" w:rsidR="00B35750" w:rsidRPr="003E774C" w:rsidRDefault="00B35750" w:rsidP="00284FF8">
      <w:pPr>
        <w:ind w:right="282"/>
        <w:rPr>
          <w:rFonts w:ascii="Comic Sans MS" w:hAnsi="Comic Sans MS"/>
          <w:bCs/>
          <w:szCs w:val="20"/>
        </w:rPr>
      </w:pPr>
    </w:p>
    <w:p w14:paraId="2A1E6BFD" w14:textId="7B01B6F0" w:rsidR="00F31310" w:rsidRDefault="00F31310" w:rsidP="003E525F">
      <w:pPr>
        <w:numPr>
          <w:ilvl w:val="0"/>
          <w:numId w:val="15"/>
        </w:numPr>
        <w:ind w:right="282"/>
        <w:rPr>
          <w:rFonts w:ascii="Comic Sans MS" w:hAnsi="Comic Sans MS"/>
          <w:bCs/>
          <w:szCs w:val="20"/>
        </w:rPr>
      </w:pPr>
      <w:r>
        <w:rPr>
          <w:rFonts w:ascii="Comic Sans MS" w:hAnsi="Comic Sans MS"/>
          <w:bCs/>
          <w:szCs w:val="20"/>
        </w:rPr>
        <w:t>Si l’on fait l’hypothèse qu’après gonflage des tampons à 300 bars la température de l’</w:t>
      </w:r>
      <w:r w:rsidR="00640D37">
        <w:rPr>
          <w:rFonts w:ascii="Comic Sans MS" w:hAnsi="Comic Sans MS"/>
          <w:bCs/>
          <w:szCs w:val="20"/>
        </w:rPr>
        <w:t>air des tampons est de 42</w:t>
      </w:r>
      <w:r>
        <w:rPr>
          <w:rFonts w:ascii="Comic Sans MS" w:hAnsi="Comic Sans MS"/>
          <w:bCs/>
          <w:szCs w:val="20"/>
        </w:rPr>
        <w:t>°C et qu’elle est redescendue à 17°C au moment du gonflage des blocs de plongée, le dispositif de tampons peut il être le même qu’à la question c ?</w:t>
      </w:r>
      <w:r w:rsidR="00A6745D" w:rsidRPr="00A6745D">
        <w:rPr>
          <w:rFonts w:ascii="Comic Sans MS" w:hAnsi="Comic Sans MS"/>
          <w:bCs/>
          <w:szCs w:val="20"/>
        </w:rPr>
        <w:t xml:space="preserve"> </w:t>
      </w:r>
      <w:r w:rsidR="00A6745D">
        <w:rPr>
          <w:rFonts w:ascii="Comic Sans MS" w:hAnsi="Comic Sans MS"/>
          <w:bCs/>
          <w:szCs w:val="20"/>
        </w:rPr>
        <w:t xml:space="preserve">(1,5 </w:t>
      </w:r>
      <w:r w:rsidR="00A6745D" w:rsidRPr="003E774C">
        <w:rPr>
          <w:rFonts w:ascii="Comic Sans MS" w:hAnsi="Comic Sans MS"/>
          <w:bCs/>
          <w:szCs w:val="20"/>
        </w:rPr>
        <w:t>pts)</w:t>
      </w:r>
    </w:p>
    <w:p w14:paraId="5279AFC1" w14:textId="77777777" w:rsidR="00F31310" w:rsidRDefault="00F31310" w:rsidP="00F31310">
      <w:pPr>
        <w:ind w:left="360" w:right="282"/>
        <w:rPr>
          <w:rFonts w:ascii="Comic Sans MS" w:hAnsi="Comic Sans MS"/>
          <w:bCs/>
          <w:i/>
          <w:color w:val="0000FF"/>
          <w:szCs w:val="20"/>
        </w:rPr>
      </w:pPr>
      <w:r>
        <w:rPr>
          <w:rFonts w:ascii="Comic Sans MS" w:hAnsi="Comic Sans MS"/>
          <w:bCs/>
          <w:i/>
          <w:color w:val="0000FF"/>
          <w:szCs w:val="20"/>
        </w:rPr>
        <w:t xml:space="preserve"> Loi de Charles ; P/T = Constante</w:t>
      </w:r>
    </w:p>
    <w:p w14:paraId="55C69566" w14:textId="031CBCC0" w:rsidR="00F31310" w:rsidRDefault="00640D37" w:rsidP="00F31310">
      <w:pPr>
        <w:ind w:left="360" w:right="282"/>
        <w:rPr>
          <w:rFonts w:ascii="Comic Sans MS" w:hAnsi="Comic Sans MS"/>
          <w:bCs/>
          <w:i/>
          <w:color w:val="0000FF"/>
          <w:szCs w:val="20"/>
        </w:rPr>
      </w:pPr>
      <w:r>
        <w:rPr>
          <w:rFonts w:ascii="Comic Sans MS" w:hAnsi="Comic Sans MS"/>
          <w:bCs/>
          <w:i/>
          <w:color w:val="0000FF"/>
          <w:szCs w:val="20"/>
        </w:rPr>
        <w:t>300/315</w:t>
      </w:r>
      <w:r w:rsidR="00F31310">
        <w:rPr>
          <w:rFonts w:ascii="Comic Sans MS" w:hAnsi="Comic Sans MS"/>
          <w:bCs/>
          <w:i/>
          <w:color w:val="0000FF"/>
          <w:szCs w:val="20"/>
        </w:rPr>
        <w:t>=x/290 soit P = 290</w:t>
      </w:r>
      <w:r>
        <w:rPr>
          <w:rFonts w:ascii="Comic Sans MS" w:hAnsi="Comic Sans MS"/>
          <w:bCs/>
          <w:i/>
          <w:color w:val="0000FF"/>
          <w:szCs w:val="20"/>
        </w:rPr>
        <w:t>*3/3,15= 276 bars</w:t>
      </w:r>
      <w:r w:rsidR="00F31310">
        <w:rPr>
          <w:rFonts w:ascii="Comic Sans MS" w:hAnsi="Comic Sans MS"/>
          <w:bCs/>
          <w:i/>
          <w:color w:val="0000FF"/>
          <w:szCs w:val="20"/>
        </w:rPr>
        <w:t xml:space="preserve"> bars à T = 17°C</w:t>
      </w:r>
    </w:p>
    <w:p w14:paraId="21C7B4A6" w14:textId="77777777" w:rsidR="00F31310" w:rsidRPr="006D606D" w:rsidRDefault="00F31310" w:rsidP="00F31310">
      <w:pPr>
        <w:ind w:left="567" w:right="282"/>
        <w:rPr>
          <w:rFonts w:ascii="Comic Sans MS" w:hAnsi="Comic Sans MS"/>
          <w:b/>
          <w:bCs/>
          <w:i/>
          <w:color w:val="0000FF"/>
          <w:szCs w:val="20"/>
          <w:u w:val="single"/>
        </w:rPr>
      </w:pPr>
      <w:r w:rsidRPr="006D606D">
        <w:rPr>
          <w:rFonts w:ascii="Comic Sans MS" w:hAnsi="Comic Sans MS"/>
          <w:b/>
          <w:bCs/>
          <w:i/>
          <w:color w:val="0000FF"/>
          <w:szCs w:val="20"/>
          <w:u w:val="single"/>
        </w:rPr>
        <w:t>Groupe tampon 1 :</w:t>
      </w:r>
    </w:p>
    <w:p w14:paraId="056A03EC" w14:textId="77777777" w:rsidR="00F31310" w:rsidRPr="006D606D" w:rsidRDefault="00F31310" w:rsidP="00F31310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Pression dans les blocs et dans le tampon à l’équilibre :</w:t>
      </w:r>
    </w:p>
    <w:p w14:paraId="4F253060" w14:textId="0E07CD48" w:rsidR="00F31310" w:rsidRPr="006D606D" w:rsidRDefault="00F31310" w:rsidP="00F31310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  [{15x8x50)} + {12x8x50)} + (50x3x</w:t>
      </w:r>
      <w:r w:rsidR="00640D37">
        <w:rPr>
          <w:rFonts w:ascii="Comic Sans MS" w:hAnsi="Comic Sans MS"/>
          <w:bCs/>
          <w:i/>
          <w:color w:val="0000FF"/>
          <w:szCs w:val="20"/>
        </w:rPr>
        <w:t>276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)] / {(15x8) + (12x8) + (50x3)} </w:t>
      </w:r>
    </w:p>
    <w:p w14:paraId="60BDC331" w14:textId="6DEA73E3" w:rsidR="00F31310" w:rsidRPr="006D606D" w:rsidRDefault="00F31310" w:rsidP="00F31310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lastRenderedPageBreak/>
        <w:t xml:space="preserve"> =    6000       +      4800      +  </w:t>
      </w:r>
      <w:r>
        <w:rPr>
          <w:rFonts w:ascii="Comic Sans MS" w:hAnsi="Comic Sans MS"/>
          <w:bCs/>
          <w:i/>
          <w:color w:val="0000FF"/>
          <w:szCs w:val="20"/>
        </w:rPr>
        <w:t>4</w:t>
      </w:r>
      <w:r w:rsidR="00640D37">
        <w:rPr>
          <w:rFonts w:ascii="Comic Sans MS" w:hAnsi="Comic Sans MS"/>
          <w:bCs/>
          <w:i/>
          <w:color w:val="0000FF"/>
          <w:szCs w:val="20"/>
        </w:rPr>
        <w:t>1400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     /       366</w:t>
      </w:r>
    </w:p>
    <w:p w14:paraId="6AF6135A" w14:textId="7CBA8662" w:rsidR="00F31310" w:rsidRPr="006D606D" w:rsidRDefault="00F31310" w:rsidP="00F31310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=                        </w:t>
      </w:r>
      <w:r w:rsidR="00640D37">
        <w:rPr>
          <w:rFonts w:ascii="Comic Sans MS" w:hAnsi="Comic Sans MS"/>
          <w:bCs/>
          <w:i/>
          <w:color w:val="0000FF"/>
          <w:szCs w:val="20"/>
        </w:rPr>
        <w:t>52200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                         /       366 = </w:t>
      </w:r>
      <w:r w:rsidR="00640D37">
        <w:rPr>
          <w:rFonts w:ascii="Comic Sans MS" w:hAnsi="Comic Sans MS"/>
          <w:bCs/>
          <w:i/>
          <w:color w:val="0000FF"/>
          <w:szCs w:val="20"/>
        </w:rPr>
        <w:t>142,6</w:t>
      </w:r>
      <w:r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Pr="006D606D">
        <w:rPr>
          <w:rFonts w:ascii="Comic Sans MS" w:hAnsi="Comic Sans MS"/>
          <w:bCs/>
          <w:i/>
          <w:color w:val="0000FF"/>
          <w:szCs w:val="20"/>
        </w:rPr>
        <w:t>bars</w:t>
      </w:r>
    </w:p>
    <w:p w14:paraId="7D515AC1" w14:textId="77777777" w:rsidR="00F31310" w:rsidRPr="006D606D" w:rsidRDefault="00F31310" w:rsidP="00F31310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En arrondissant à l’unité la plus proche, la pression résiduelle dans le tampon à l’équilibre est de 139 bars</w:t>
      </w:r>
    </w:p>
    <w:p w14:paraId="35139015" w14:textId="77777777" w:rsidR="00F31310" w:rsidRPr="006D606D" w:rsidRDefault="00F31310" w:rsidP="00F31310">
      <w:pPr>
        <w:ind w:left="567" w:right="282"/>
        <w:rPr>
          <w:rFonts w:ascii="Comic Sans MS" w:hAnsi="Comic Sans MS"/>
          <w:b/>
          <w:bCs/>
          <w:i/>
          <w:color w:val="0000FF"/>
          <w:szCs w:val="20"/>
          <w:u w:val="single"/>
        </w:rPr>
      </w:pPr>
      <w:r w:rsidRPr="006D606D">
        <w:rPr>
          <w:rFonts w:ascii="Comic Sans MS" w:hAnsi="Comic Sans MS"/>
          <w:b/>
          <w:bCs/>
          <w:i/>
          <w:color w:val="0000FF"/>
          <w:szCs w:val="20"/>
          <w:u w:val="single"/>
        </w:rPr>
        <w:t>Groupe tampon 2 :</w:t>
      </w:r>
    </w:p>
    <w:p w14:paraId="4A8B33BF" w14:textId="77777777" w:rsidR="00F31310" w:rsidRPr="006D606D" w:rsidRDefault="00F31310" w:rsidP="00F31310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Pression dans les blocs et dans le tampon à l’équilibre :</w:t>
      </w:r>
    </w:p>
    <w:p w14:paraId="594CF01D" w14:textId="566B33A0" w:rsidR="00F31310" w:rsidRPr="006D606D" w:rsidRDefault="00F31310" w:rsidP="00F31310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  [{</w:t>
      </w:r>
      <w:r w:rsidR="00640D37">
        <w:rPr>
          <w:rFonts w:ascii="Comic Sans MS" w:hAnsi="Comic Sans MS"/>
          <w:bCs/>
          <w:i/>
          <w:color w:val="0000FF"/>
          <w:szCs w:val="20"/>
        </w:rPr>
        <w:t>15x8x143</w:t>
      </w:r>
      <w:r w:rsidRPr="006D606D">
        <w:rPr>
          <w:rFonts w:ascii="Comic Sans MS" w:hAnsi="Comic Sans MS"/>
          <w:bCs/>
          <w:i/>
          <w:color w:val="0000FF"/>
          <w:szCs w:val="20"/>
        </w:rPr>
        <w:t>)} + {</w:t>
      </w:r>
      <w:r w:rsidR="00640D37">
        <w:rPr>
          <w:rFonts w:ascii="Comic Sans MS" w:hAnsi="Comic Sans MS"/>
          <w:bCs/>
          <w:i/>
          <w:color w:val="0000FF"/>
          <w:szCs w:val="20"/>
        </w:rPr>
        <w:t>12x8x143</w:t>
      </w:r>
      <w:r w:rsidRPr="006D606D">
        <w:rPr>
          <w:rFonts w:ascii="Comic Sans MS" w:hAnsi="Comic Sans MS"/>
          <w:bCs/>
          <w:i/>
          <w:color w:val="0000FF"/>
          <w:szCs w:val="20"/>
        </w:rPr>
        <w:t>)} + (50x3x</w:t>
      </w:r>
      <w:r>
        <w:rPr>
          <w:rFonts w:ascii="Comic Sans MS" w:hAnsi="Comic Sans MS"/>
          <w:bCs/>
          <w:i/>
          <w:color w:val="0000FF"/>
          <w:szCs w:val="20"/>
        </w:rPr>
        <w:t>2</w:t>
      </w:r>
      <w:r w:rsidR="00640D37">
        <w:rPr>
          <w:rFonts w:ascii="Comic Sans MS" w:hAnsi="Comic Sans MS"/>
          <w:bCs/>
          <w:i/>
          <w:color w:val="0000FF"/>
          <w:szCs w:val="20"/>
        </w:rPr>
        <w:t>76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)] / {(15x8) + (12x8) + 50x3} </w:t>
      </w:r>
    </w:p>
    <w:p w14:paraId="77A47E8B" w14:textId="7E12D972" w:rsidR="00F31310" w:rsidRPr="006D606D" w:rsidRDefault="00F31310" w:rsidP="00F31310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=    </w:t>
      </w:r>
      <w:r w:rsidR="00640D37">
        <w:rPr>
          <w:rFonts w:ascii="Comic Sans MS" w:hAnsi="Comic Sans MS"/>
          <w:bCs/>
          <w:i/>
          <w:color w:val="0000FF"/>
          <w:szCs w:val="20"/>
        </w:rPr>
        <w:t>17160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    +      </w:t>
      </w:r>
      <w:r w:rsidR="00640D37">
        <w:rPr>
          <w:rFonts w:ascii="Comic Sans MS" w:hAnsi="Comic Sans MS"/>
          <w:bCs/>
          <w:i/>
          <w:color w:val="0000FF"/>
          <w:szCs w:val="20"/>
        </w:rPr>
        <w:t>13728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    +    </w:t>
      </w:r>
      <w:r w:rsidR="00640D37">
        <w:rPr>
          <w:rFonts w:ascii="Comic Sans MS" w:hAnsi="Comic Sans MS"/>
          <w:bCs/>
          <w:i/>
          <w:color w:val="0000FF"/>
          <w:szCs w:val="20"/>
        </w:rPr>
        <w:t>41400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     /       366</w:t>
      </w:r>
    </w:p>
    <w:p w14:paraId="7C979DEB" w14:textId="3D27B775" w:rsidR="00F31310" w:rsidRPr="006D606D" w:rsidRDefault="00F31310" w:rsidP="00F31310">
      <w:pPr>
        <w:ind w:left="567" w:right="28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 =                       </w:t>
      </w:r>
      <w:r w:rsidR="00640D37">
        <w:rPr>
          <w:rFonts w:ascii="Comic Sans MS" w:hAnsi="Comic Sans MS"/>
          <w:bCs/>
          <w:i/>
          <w:color w:val="0000FF"/>
          <w:szCs w:val="20"/>
        </w:rPr>
        <w:t>72288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                          /       366 = </w:t>
      </w:r>
      <w:r w:rsidR="00A6745D">
        <w:rPr>
          <w:rFonts w:ascii="Comic Sans MS" w:hAnsi="Comic Sans MS"/>
          <w:bCs/>
          <w:i/>
          <w:color w:val="0000FF"/>
          <w:szCs w:val="20"/>
        </w:rPr>
        <w:t>197,5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 bars</w:t>
      </w:r>
    </w:p>
    <w:p w14:paraId="3ACEF124" w14:textId="671F828D" w:rsidR="00A6745D" w:rsidRPr="006D606D" w:rsidRDefault="00A6745D" w:rsidP="00A6745D">
      <w:pPr>
        <w:pStyle w:val="Pardeliste"/>
        <w:numPr>
          <w:ilvl w:val="0"/>
          <w:numId w:val="35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L’install</w:t>
      </w:r>
      <w:r>
        <w:rPr>
          <w:rFonts w:ascii="Comic Sans MS" w:hAnsi="Comic Sans MS"/>
          <w:bCs/>
          <w:i/>
          <w:color w:val="0000FF"/>
          <w:szCs w:val="20"/>
        </w:rPr>
        <w:t>ation devra être constituée de 3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groupes de tampons si on ne désire pas utiliser le compresseur </w:t>
      </w:r>
    </w:p>
    <w:p w14:paraId="40D58012" w14:textId="77777777" w:rsidR="00F31310" w:rsidRDefault="00F31310" w:rsidP="00F31310">
      <w:pPr>
        <w:ind w:left="360" w:right="282"/>
        <w:rPr>
          <w:rFonts w:ascii="Comic Sans MS" w:hAnsi="Comic Sans MS"/>
          <w:bCs/>
          <w:i/>
          <w:color w:val="0000FF"/>
          <w:szCs w:val="20"/>
        </w:rPr>
      </w:pPr>
    </w:p>
    <w:p w14:paraId="2E00052F" w14:textId="771CB76B" w:rsidR="00F31310" w:rsidRDefault="00F31310" w:rsidP="00F31310">
      <w:pPr>
        <w:ind w:left="720" w:right="282"/>
        <w:rPr>
          <w:rFonts w:ascii="Comic Sans MS" w:hAnsi="Comic Sans MS"/>
          <w:bCs/>
          <w:szCs w:val="20"/>
        </w:rPr>
      </w:pPr>
    </w:p>
    <w:p w14:paraId="399B2143" w14:textId="748D5A5A" w:rsidR="00AA4E93" w:rsidRPr="003E525F" w:rsidRDefault="00CD1027" w:rsidP="003E525F">
      <w:pPr>
        <w:numPr>
          <w:ilvl w:val="0"/>
          <w:numId w:val="15"/>
        </w:numPr>
        <w:ind w:right="282"/>
        <w:rPr>
          <w:rFonts w:ascii="Comic Sans MS" w:hAnsi="Comic Sans MS"/>
          <w:bCs/>
          <w:szCs w:val="20"/>
        </w:rPr>
      </w:pPr>
      <w:r w:rsidRPr="003E774C">
        <w:rPr>
          <w:rFonts w:ascii="Comic Sans MS" w:hAnsi="Comic Sans MS"/>
          <w:bCs/>
          <w:szCs w:val="20"/>
        </w:rPr>
        <w:t xml:space="preserve">Après la réponse purement théorique à la question précédente, </w:t>
      </w:r>
      <w:r w:rsidR="00A6745D">
        <w:rPr>
          <w:rFonts w:ascii="Comic Sans MS" w:hAnsi="Comic Sans MS"/>
          <w:bCs/>
          <w:szCs w:val="20"/>
        </w:rPr>
        <w:t xml:space="preserve">et considérant qu’en plus l’air n’est pas un gaz parfait, </w:t>
      </w:r>
      <w:r w:rsidRPr="003E774C">
        <w:rPr>
          <w:rFonts w:ascii="Comic Sans MS" w:hAnsi="Comic Sans MS"/>
          <w:bCs/>
          <w:szCs w:val="20"/>
        </w:rPr>
        <w:t xml:space="preserve">quel conseil pratique </w:t>
      </w:r>
      <w:r w:rsidR="00A6745D">
        <w:rPr>
          <w:rFonts w:ascii="Comic Sans MS" w:hAnsi="Comic Sans MS"/>
          <w:bCs/>
          <w:szCs w:val="20"/>
        </w:rPr>
        <w:t xml:space="preserve">de bon sens </w:t>
      </w:r>
      <w:r w:rsidRPr="003E774C">
        <w:rPr>
          <w:rFonts w:ascii="Comic Sans MS" w:hAnsi="Comic Sans MS"/>
          <w:bCs/>
          <w:szCs w:val="20"/>
        </w:rPr>
        <w:t>donneriez-vous à votre président pour économiser le</w:t>
      </w:r>
      <w:r w:rsidR="00A6745D">
        <w:rPr>
          <w:rFonts w:ascii="Comic Sans MS" w:hAnsi="Comic Sans MS"/>
          <w:bCs/>
          <w:szCs w:val="20"/>
        </w:rPr>
        <w:t>s finances du club. (1,5</w:t>
      </w:r>
      <w:r w:rsidRPr="003E774C">
        <w:rPr>
          <w:rFonts w:ascii="Comic Sans MS" w:hAnsi="Comic Sans MS"/>
          <w:bCs/>
          <w:szCs w:val="20"/>
        </w:rPr>
        <w:t>pts)</w:t>
      </w:r>
    </w:p>
    <w:p w14:paraId="0EA8C923" w14:textId="215B5688" w:rsidR="00AA4E93" w:rsidRPr="006D606D" w:rsidRDefault="00AA4E93" w:rsidP="003E525F">
      <w:pPr>
        <w:pStyle w:val="Pardeliste"/>
        <w:numPr>
          <w:ilvl w:val="0"/>
          <w:numId w:val="36"/>
        </w:numPr>
        <w:ind w:left="567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Après le deuxième groupe de tampon, il </w:t>
      </w:r>
      <w:r w:rsidR="00CD1027" w:rsidRPr="006D606D">
        <w:rPr>
          <w:rFonts w:ascii="Comic Sans MS" w:hAnsi="Comic Sans MS"/>
          <w:bCs/>
          <w:i/>
          <w:color w:val="0000FF"/>
          <w:szCs w:val="20"/>
        </w:rPr>
        <w:t xml:space="preserve">ne </w:t>
      </w:r>
      <w:r w:rsidR="00A6745D">
        <w:rPr>
          <w:rFonts w:ascii="Comic Sans MS" w:hAnsi="Comic Sans MS"/>
          <w:bCs/>
          <w:i/>
          <w:color w:val="0000FF"/>
          <w:szCs w:val="20"/>
        </w:rPr>
        <w:t>manque plus que 3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bars de pression dans les blocs.</w:t>
      </w:r>
    </w:p>
    <w:p w14:paraId="795E32C5" w14:textId="32659508" w:rsidR="003E525F" w:rsidRPr="006D606D" w:rsidRDefault="00AA4E93" w:rsidP="003E525F">
      <w:pPr>
        <w:pStyle w:val="Pardeliste"/>
        <w:numPr>
          <w:ilvl w:val="0"/>
          <w:numId w:val="36"/>
        </w:numPr>
        <w:ind w:left="567" w:right="282" w:hanging="142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>Ces 8 bars de pression représentent un temps de gonflage de </w:t>
      </w:r>
      <w:r w:rsidR="00A6745D">
        <w:rPr>
          <w:rFonts w:ascii="Comic Sans MS" w:hAnsi="Comic Sans MS"/>
          <w:bCs/>
          <w:i/>
          <w:color w:val="0000FF"/>
          <w:szCs w:val="20"/>
        </w:rPr>
        <w:t>très faible.</w:t>
      </w:r>
      <w:r w:rsidR="003E525F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</w:p>
    <w:p w14:paraId="476C11F7" w14:textId="3CCF534E" w:rsidR="00B35750" w:rsidRPr="006D606D" w:rsidRDefault="00B35750" w:rsidP="003E525F">
      <w:pPr>
        <w:pStyle w:val="Pardeliste"/>
        <w:numPr>
          <w:ilvl w:val="0"/>
          <w:numId w:val="37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Pour gonfler complétement les blocs après le </w:t>
      </w:r>
      <w:r w:rsidR="00AA4E93" w:rsidRPr="006D606D">
        <w:rPr>
          <w:rFonts w:ascii="Comic Sans MS" w:hAnsi="Comic Sans MS"/>
          <w:bCs/>
          <w:i/>
          <w:color w:val="0000FF"/>
          <w:szCs w:val="20"/>
        </w:rPr>
        <w:t>deuxième groupe de tampons</w:t>
      </w:r>
      <w:r w:rsidRPr="006D606D">
        <w:rPr>
          <w:rFonts w:ascii="Comic Sans MS" w:hAnsi="Comic Sans MS"/>
          <w:bCs/>
          <w:i/>
          <w:color w:val="0000FF"/>
          <w:szCs w:val="20"/>
        </w:rPr>
        <w:t>, il faudrait met</w:t>
      </w:r>
      <w:r w:rsidR="004F2B6A" w:rsidRPr="006D606D">
        <w:rPr>
          <w:rFonts w:ascii="Comic Sans MS" w:hAnsi="Comic Sans MS"/>
          <w:bCs/>
          <w:i/>
          <w:color w:val="0000FF"/>
          <w:szCs w:val="20"/>
        </w:rPr>
        <w:t>tre en route le compresseur pendant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="00A6745D">
        <w:rPr>
          <w:rFonts w:ascii="Comic Sans MS" w:hAnsi="Comic Sans MS"/>
          <w:bCs/>
          <w:i/>
          <w:color w:val="0000FF"/>
          <w:szCs w:val="20"/>
        </w:rPr>
        <w:t>quelques minutes</w:t>
      </w:r>
      <w:r w:rsidR="00AA4E93" w:rsidRPr="006D606D">
        <w:rPr>
          <w:rFonts w:ascii="Comic Sans MS" w:hAnsi="Comic Sans MS"/>
          <w:bCs/>
          <w:i/>
          <w:color w:val="0000FF"/>
          <w:szCs w:val="20"/>
        </w:rPr>
        <w:t xml:space="preserve"> 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minutes. </w:t>
      </w:r>
    </w:p>
    <w:p w14:paraId="17FA04BA" w14:textId="7EF193C5" w:rsidR="00B35750" w:rsidRPr="006D606D" w:rsidRDefault="00B35750" w:rsidP="003E525F">
      <w:pPr>
        <w:pStyle w:val="Pardeliste"/>
        <w:numPr>
          <w:ilvl w:val="0"/>
          <w:numId w:val="37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L’investissement d’un </w:t>
      </w:r>
      <w:r w:rsidR="00AA4E93" w:rsidRPr="006D606D">
        <w:rPr>
          <w:rFonts w:ascii="Comic Sans MS" w:hAnsi="Comic Sans MS"/>
          <w:bCs/>
          <w:i/>
          <w:color w:val="0000FF"/>
          <w:szCs w:val="20"/>
        </w:rPr>
        <w:t xml:space="preserve">groupe de </w:t>
      </w:r>
      <w:r w:rsidRPr="006D606D">
        <w:rPr>
          <w:rFonts w:ascii="Comic Sans MS" w:hAnsi="Comic Sans MS"/>
          <w:bCs/>
          <w:i/>
          <w:color w:val="0000FF"/>
          <w:szCs w:val="20"/>
        </w:rPr>
        <w:t>tampon supplémentaire pour terminer le gonflage semble ne pas se justifier, tant sur le plan de l’entretien que sur le plan financier.</w:t>
      </w:r>
    </w:p>
    <w:p w14:paraId="7F678A7F" w14:textId="77777777" w:rsidR="003E525F" w:rsidRPr="006D606D" w:rsidRDefault="00B35750" w:rsidP="003E525F">
      <w:pPr>
        <w:pStyle w:val="Pardeliste"/>
        <w:numPr>
          <w:ilvl w:val="0"/>
          <w:numId w:val="39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Le conseil que l’expert peut donner au président est d’investir dans </w:t>
      </w:r>
      <w:r w:rsidR="00AA4E93" w:rsidRPr="006D606D">
        <w:rPr>
          <w:rFonts w:ascii="Comic Sans MS" w:hAnsi="Comic Sans MS"/>
          <w:bCs/>
          <w:i/>
          <w:color w:val="0000FF"/>
          <w:szCs w:val="20"/>
        </w:rPr>
        <w:t>2</w:t>
      </w:r>
      <w:r w:rsidR="00FD3E98" w:rsidRPr="006D606D">
        <w:rPr>
          <w:rFonts w:ascii="Comic Sans MS" w:hAnsi="Comic Sans MS"/>
          <w:bCs/>
          <w:i/>
          <w:color w:val="0000FF"/>
          <w:szCs w:val="20"/>
        </w:rPr>
        <w:t xml:space="preserve"> groupe de trois tampons</w:t>
      </w:r>
      <w:r w:rsidR="00E46A6B" w:rsidRPr="006D606D">
        <w:rPr>
          <w:rFonts w:ascii="Comic Sans MS" w:hAnsi="Comic Sans MS"/>
          <w:bCs/>
          <w:i/>
          <w:color w:val="0000FF"/>
          <w:szCs w:val="20"/>
        </w:rPr>
        <w:t xml:space="preserve"> (et non </w:t>
      </w:r>
      <w:r w:rsidR="00FD3E98" w:rsidRPr="006D606D">
        <w:rPr>
          <w:rFonts w:ascii="Comic Sans MS" w:hAnsi="Comic Sans MS"/>
          <w:bCs/>
          <w:i/>
          <w:color w:val="0000FF"/>
          <w:szCs w:val="20"/>
        </w:rPr>
        <w:t xml:space="preserve">3 </w:t>
      </w:r>
      <w:r w:rsidR="00E46A6B" w:rsidRPr="006D606D">
        <w:rPr>
          <w:rFonts w:ascii="Comic Sans MS" w:hAnsi="Comic Sans MS"/>
          <w:bCs/>
          <w:i/>
          <w:color w:val="0000FF"/>
          <w:szCs w:val="20"/>
        </w:rPr>
        <w:t>comme le calcul peut le laisser penser)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et de terminer le gonflage au compresseur juste avant la plongée.</w:t>
      </w:r>
    </w:p>
    <w:p w14:paraId="6D941ECC" w14:textId="42392547" w:rsidR="00B35750" w:rsidRPr="006D606D" w:rsidRDefault="00E46A6B" w:rsidP="003E525F">
      <w:pPr>
        <w:pStyle w:val="Pardeliste"/>
        <w:numPr>
          <w:ilvl w:val="0"/>
          <w:numId w:val="39"/>
        </w:numPr>
        <w:ind w:left="567" w:right="282" w:hanging="153"/>
        <w:rPr>
          <w:rFonts w:ascii="Comic Sans MS" w:hAnsi="Comic Sans MS"/>
          <w:bCs/>
          <w:i/>
          <w:color w:val="0000FF"/>
          <w:szCs w:val="20"/>
        </w:rPr>
      </w:pPr>
      <w:r w:rsidRPr="006D606D">
        <w:rPr>
          <w:rFonts w:ascii="Comic Sans MS" w:hAnsi="Comic Sans MS"/>
          <w:bCs/>
          <w:i/>
          <w:color w:val="0000FF"/>
          <w:szCs w:val="20"/>
        </w:rPr>
        <w:t xml:space="preserve">Par ailleurs les calculs partent du postulat </w:t>
      </w:r>
      <w:r w:rsidR="00D0436C" w:rsidRPr="006D606D">
        <w:rPr>
          <w:rFonts w:ascii="Comic Sans MS" w:hAnsi="Comic Sans MS"/>
          <w:bCs/>
          <w:i/>
          <w:color w:val="0000FF"/>
          <w:szCs w:val="20"/>
        </w:rPr>
        <w:t>que tous les blocs sont utilisés et qu’il reste 50b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à l’issue de la première plongée, ce qui </w:t>
      </w:r>
      <w:r w:rsidR="00D0436C" w:rsidRPr="006D606D">
        <w:rPr>
          <w:rFonts w:ascii="Comic Sans MS" w:hAnsi="Comic Sans MS"/>
          <w:bCs/>
          <w:i/>
          <w:color w:val="0000FF"/>
          <w:szCs w:val="20"/>
        </w:rPr>
        <w:t>n’est pas forcement</w:t>
      </w:r>
      <w:r w:rsidRPr="006D606D">
        <w:rPr>
          <w:rFonts w:ascii="Comic Sans MS" w:hAnsi="Comic Sans MS"/>
          <w:bCs/>
          <w:i/>
          <w:color w:val="0000FF"/>
          <w:szCs w:val="20"/>
        </w:rPr>
        <w:t xml:space="preserve"> le cas.</w:t>
      </w:r>
    </w:p>
    <w:p w14:paraId="4FF4FD5B" w14:textId="77777777" w:rsidR="00B35750" w:rsidRPr="003E774C" w:rsidRDefault="00B35750" w:rsidP="00284FF8">
      <w:pPr>
        <w:ind w:right="282"/>
        <w:rPr>
          <w:rFonts w:ascii="Comic Sans MS" w:hAnsi="Comic Sans MS"/>
          <w:bCs/>
          <w:color w:val="0000FF"/>
          <w:szCs w:val="20"/>
        </w:rPr>
      </w:pPr>
    </w:p>
    <w:sectPr w:rsidR="00B35750" w:rsidRPr="003E774C" w:rsidSect="001C15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0" w:bottom="1135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2EFBE6" w14:textId="77777777" w:rsidR="003216EA" w:rsidRDefault="003216EA" w:rsidP="000C5341">
      <w:r>
        <w:separator/>
      </w:r>
    </w:p>
  </w:endnote>
  <w:endnote w:type="continuationSeparator" w:id="0">
    <w:p w14:paraId="5BAAAC3B" w14:textId="77777777" w:rsidR="003216EA" w:rsidRDefault="003216EA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 Gras"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T E 1 B 4 A 640t 0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B67E0" w14:textId="77777777" w:rsidR="00170AD9" w:rsidRDefault="00170AD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AFCF708" w14:textId="77777777" w:rsidR="00170AD9" w:rsidRDefault="00170AD9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046509" w14:textId="1FA50DFA" w:rsidR="00170AD9" w:rsidRDefault="00170AD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7A5B5E">
      <w:rPr>
        <w:rStyle w:val="Numrodepage"/>
      </w:rPr>
      <w:t>5</w:t>
    </w:r>
    <w:r>
      <w:rPr>
        <w:rStyle w:val="Numrodepage"/>
      </w:rPr>
      <w:fldChar w:fldCharType="end"/>
    </w:r>
  </w:p>
  <w:p w14:paraId="0AA50561" w14:textId="77777777" w:rsidR="00170AD9" w:rsidRDefault="00170AD9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46F1B" w14:textId="77777777" w:rsidR="001C6108" w:rsidRDefault="001C6108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443018" w14:textId="77777777" w:rsidR="003216EA" w:rsidRDefault="003216EA" w:rsidP="000C5341">
      <w:r>
        <w:separator/>
      </w:r>
    </w:p>
  </w:footnote>
  <w:footnote w:type="continuationSeparator" w:id="0">
    <w:p w14:paraId="55FBF0E6" w14:textId="77777777" w:rsidR="003216EA" w:rsidRDefault="003216EA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35510" w14:textId="77777777" w:rsidR="001C6108" w:rsidRDefault="001C6108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5044"/>
      <w:gridCol w:w="5045"/>
    </w:tblGrid>
    <w:tr w:rsidR="00170AD9" w14:paraId="434175AC" w14:textId="77777777" w:rsidTr="00741E38">
      <w:tc>
        <w:tcPr>
          <w:tcW w:w="5044" w:type="dxa"/>
          <w:shd w:val="clear" w:color="auto" w:fill="auto"/>
        </w:tcPr>
        <w:p w14:paraId="3DACD220" w14:textId="224DD739" w:rsidR="00170AD9" w:rsidRDefault="00170AD9">
          <w:pPr>
            <w:pStyle w:val="En-tte"/>
          </w:pPr>
          <w:r w:rsidRPr="001A5ABB">
            <w:drawing>
              <wp:inline distT="0" distB="0" distL="0" distR="0" wp14:anchorId="57511437" wp14:editId="11B9DC87">
                <wp:extent cx="1695450" cy="752475"/>
                <wp:effectExtent l="0" t="0" r="0" b="0"/>
                <wp:docPr id="2" name="Image 2" descr="Description : COM%20TE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Description : COM%20TE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54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2A05DE15" w14:textId="77777777" w:rsidR="00170AD9" w:rsidRPr="00741E38" w:rsidRDefault="00170AD9" w:rsidP="00741E38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3E2597E8" w14:textId="7E1C3D1F" w:rsidR="00170AD9" w:rsidRPr="00741E38" w:rsidRDefault="001C6108" w:rsidP="001C610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Niolon</w:t>
          </w:r>
          <w:r w:rsidR="00170AD9">
            <w:rPr>
              <w:rFonts w:ascii="Comic Sans MS" w:hAnsi="Comic Sans MS"/>
              <w:b/>
              <w:sz w:val="28"/>
              <w:szCs w:val="28"/>
            </w:rPr>
            <w:t xml:space="preserve"> – </w:t>
          </w:r>
          <w:r>
            <w:rPr>
              <w:rFonts w:ascii="Comic Sans MS" w:hAnsi="Comic Sans MS"/>
              <w:b/>
              <w:sz w:val="28"/>
              <w:szCs w:val="28"/>
            </w:rPr>
            <w:t>Mai 2018</w:t>
          </w:r>
        </w:p>
      </w:tc>
    </w:tr>
  </w:tbl>
  <w:p w14:paraId="414C31E2" w14:textId="77777777" w:rsidR="00170AD9" w:rsidRDefault="00170AD9">
    <w:pPr>
      <w:pStyle w:val="En-tt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99E82" w14:textId="77777777" w:rsidR="001C6108" w:rsidRDefault="001C6108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1A54EF8"/>
    <w:multiLevelType w:val="hybridMultilevel"/>
    <w:tmpl w:val="71FA16E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46F4B55"/>
    <w:multiLevelType w:val="hybridMultilevel"/>
    <w:tmpl w:val="65D2BE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26C2F"/>
    <w:multiLevelType w:val="hybridMultilevel"/>
    <w:tmpl w:val="126869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6983681"/>
    <w:multiLevelType w:val="hybridMultilevel"/>
    <w:tmpl w:val="B1B05B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86015"/>
    <w:multiLevelType w:val="hybridMultilevel"/>
    <w:tmpl w:val="B76883AC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DEA7605"/>
    <w:multiLevelType w:val="hybridMultilevel"/>
    <w:tmpl w:val="FE48A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B242C5"/>
    <w:multiLevelType w:val="hybridMultilevel"/>
    <w:tmpl w:val="D69EFC2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155235"/>
    <w:multiLevelType w:val="hybridMultilevel"/>
    <w:tmpl w:val="BAB8971C"/>
    <w:lvl w:ilvl="0" w:tplc="E7240FF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17635FC9"/>
    <w:multiLevelType w:val="hybridMultilevel"/>
    <w:tmpl w:val="EE8875A0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E5AA9"/>
    <w:multiLevelType w:val="hybridMultilevel"/>
    <w:tmpl w:val="99DAA79E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4B5142"/>
    <w:multiLevelType w:val="hybridMultilevel"/>
    <w:tmpl w:val="3FAE7A2E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1E9E53A6"/>
    <w:multiLevelType w:val="hybridMultilevel"/>
    <w:tmpl w:val="E268545C"/>
    <w:lvl w:ilvl="0" w:tplc="47607EF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24436D5"/>
    <w:multiLevelType w:val="hybridMultilevel"/>
    <w:tmpl w:val="242C152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2D75AA7"/>
    <w:multiLevelType w:val="hybridMultilevel"/>
    <w:tmpl w:val="22C682AC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233B387E"/>
    <w:multiLevelType w:val="hybridMultilevel"/>
    <w:tmpl w:val="128009D8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253B7AF6"/>
    <w:multiLevelType w:val="hybridMultilevel"/>
    <w:tmpl w:val="1DC43EF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067C5D"/>
    <w:multiLevelType w:val="hybridMultilevel"/>
    <w:tmpl w:val="9ADC8B92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386F480C"/>
    <w:multiLevelType w:val="hybridMultilevel"/>
    <w:tmpl w:val="523E6E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B22B47"/>
    <w:multiLevelType w:val="hybridMultilevel"/>
    <w:tmpl w:val="E268545C"/>
    <w:lvl w:ilvl="0" w:tplc="47607EF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D55469"/>
    <w:multiLevelType w:val="hybridMultilevel"/>
    <w:tmpl w:val="D688C36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F812DC"/>
    <w:multiLevelType w:val="hybridMultilevel"/>
    <w:tmpl w:val="8A6CC83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873408"/>
    <w:multiLevelType w:val="hybridMultilevel"/>
    <w:tmpl w:val="B7FE1D4E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545759A0"/>
    <w:multiLevelType w:val="hybridMultilevel"/>
    <w:tmpl w:val="400A54B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5714D"/>
    <w:multiLevelType w:val="hybridMultilevel"/>
    <w:tmpl w:val="CAB407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A1933"/>
    <w:multiLevelType w:val="hybridMultilevel"/>
    <w:tmpl w:val="EA86A47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5BF80694"/>
    <w:multiLevelType w:val="hybridMultilevel"/>
    <w:tmpl w:val="FACCEF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>
    <w:nsid w:val="67A605E0"/>
    <w:multiLevelType w:val="hybridMultilevel"/>
    <w:tmpl w:val="376C9F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34">
    <w:nsid w:val="6BFC74CB"/>
    <w:multiLevelType w:val="hybridMultilevel"/>
    <w:tmpl w:val="A3080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187B72"/>
    <w:multiLevelType w:val="hybridMultilevel"/>
    <w:tmpl w:val="C9AA02B8"/>
    <w:lvl w:ilvl="0" w:tplc="040C0017">
      <w:start w:val="1"/>
      <w:numFmt w:val="lowerLetter"/>
      <w:lvlText w:val="%1)"/>
      <w:lvlJc w:val="left"/>
      <w:pPr>
        <w:ind w:left="1068" w:hanging="360"/>
      </w:p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D2A40B2"/>
    <w:multiLevelType w:val="hybridMultilevel"/>
    <w:tmpl w:val="C9D446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38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1B58B5"/>
    <w:multiLevelType w:val="hybridMultilevel"/>
    <w:tmpl w:val="B8C00E3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796C6ED8"/>
    <w:multiLevelType w:val="hybridMultilevel"/>
    <w:tmpl w:val="21F29304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8"/>
  </w:num>
  <w:num w:numId="4">
    <w:abstractNumId w:val="19"/>
  </w:num>
  <w:num w:numId="5">
    <w:abstractNumId w:val="38"/>
  </w:num>
  <w:num w:numId="6">
    <w:abstractNumId w:val="33"/>
  </w:num>
  <w:num w:numId="7">
    <w:abstractNumId w:val="37"/>
  </w:num>
  <w:num w:numId="8">
    <w:abstractNumId w:val="31"/>
  </w:num>
  <w:num w:numId="9">
    <w:abstractNumId w:val="4"/>
  </w:num>
  <w:num w:numId="10">
    <w:abstractNumId w:val="35"/>
  </w:num>
  <w:num w:numId="11">
    <w:abstractNumId w:val="22"/>
  </w:num>
  <w:num w:numId="12">
    <w:abstractNumId w:val="10"/>
  </w:num>
  <w:num w:numId="13">
    <w:abstractNumId w:val="24"/>
  </w:num>
  <w:num w:numId="14">
    <w:abstractNumId w:val="14"/>
  </w:num>
  <w:num w:numId="15">
    <w:abstractNumId w:val="9"/>
  </w:num>
  <w:num w:numId="16">
    <w:abstractNumId w:val="39"/>
  </w:num>
  <w:num w:numId="17">
    <w:abstractNumId w:val="18"/>
  </w:num>
  <w:num w:numId="18">
    <w:abstractNumId w:val="28"/>
  </w:num>
  <w:num w:numId="19">
    <w:abstractNumId w:val="29"/>
  </w:num>
  <w:num w:numId="20">
    <w:abstractNumId w:val="40"/>
  </w:num>
  <w:num w:numId="21">
    <w:abstractNumId w:val="6"/>
  </w:num>
  <w:num w:numId="22">
    <w:abstractNumId w:val="1"/>
  </w:num>
  <w:num w:numId="23">
    <w:abstractNumId w:val="20"/>
  </w:num>
  <w:num w:numId="24">
    <w:abstractNumId w:val="17"/>
  </w:num>
  <w:num w:numId="25">
    <w:abstractNumId w:val="12"/>
  </w:num>
  <w:num w:numId="26">
    <w:abstractNumId w:val="32"/>
  </w:num>
  <w:num w:numId="27">
    <w:abstractNumId w:val="27"/>
  </w:num>
  <w:num w:numId="28">
    <w:abstractNumId w:val="11"/>
  </w:num>
  <w:num w:numId="29">
    <w:abstractNumId w:val="2"/>
  </w:num>
  <w:num w:numId="30">
    <w:abstractNumId w:val="21"/>
  </w:num>
  <w:num w:numId="31">
    <w:abstractNumId w:val="16"/>
  </w:num>
  <w:num w:numId="32">
    <w:abstractNumId w:val="3"/>
  </w:num>
  <w:num w:numId="33">
    <w:abstractNumId w:val="25"/>
  </w:num>
  <w:num w:numId="34">
    <w:abstractNumId w:val="5"/>
  </w:num>
  <w:num w:numId="35">
    <w:abstractNumId w:val="15"/>
  </w:num>
  <w:num w:numId="36">
    <w:abstractNumId w:val="30"/>
  </w:num>
  <w:num w:numId="37">
    <w:abstractNumId w:val="36"/>
  </w:num>
  <w:num w:numId="38">
    <w:abstractNumId w:val="7"/>
  </w:num>
  <w:num w:numId="39">
    <w:abstractNumId w:val="34"/>
  </w:num>
  <w:num w:numId="40">
    <w:abstractNumId w:val="13"/>
  </w:num>
  <w:num w:numId="41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0E1"/>
    <w:rsid w:val="00000B7D"/>
    <w:rsid w:val="00001041"/>
    <w:rsid w:val="00022614"/>
    <w:rsid w:val="00035BA7"/>
    <w:rsid w:val="00036549"/>
    <w:rsid w:val="00042C62"/>
    <w:rsid w:val="00045B31"/>
    <w:rsid w:val="00053BD9"/>
    <w:rsid w:val="000549CC"/>
    <w:rsid w:val="00056967"/>
    <w:rsid w:val="0005761C"/>
    <w:rsid w:val="00063E1F"/>
    <w:rsid w:val="00067D49"/>
    <w:rsid w:val="00074344"/>
    <w:rsid w:val="00075D61"/>
    <w:rsid w:val="00076DD5"/>
    <w:rsid w:val="00080765"/>
    <w:rsid w:val="00093E47"/>
    <w:rsid w:val="00093FA1"/>
    <w:rsid w:val="000A0584"/>
    <w:rsid w:val="000A6A42"/>
    <w:rsid w:val="000B6DC9"/>
    <w:rsid w:val="000B7BD4"/>
    <w:rsid w:val="000B7E2C"/>
    <w:rsid w:val="000C4B48"/>
    <w:rsid w:val="000C5341"/>
    <w:rsid w:val="000C7554"/>
    <w:rsid w:val="000D2FBB"/>
    <w:rsid w:val="000D3424"/>
    <w:rsid w:val="000D54BA"/>
    <w:rsid w:val="000E5704"/>
    <w:rsid w:val="000E7094"/>
    <w:rsid w:val="000F21DB"/>
    <w:rsid w:val="000F3ADD"/>
    <w:rsid w:val="001021AB"/>
    <w:rsid w:val="0010604C"/>
    <w:rsid w:val="00107BDF"/>
    <w:rsid w:val="00110399"/>
    <w:rsid w:val="00114290"/>
    <w:rsid w:val="00120F77"/>
    <w:rsid w:val="00127BD2"/>
    <w:rsid w:val="00135537"/>
    <w:rsid w:val="00145749"/>
    <w:rsid w:val="0015569C"/>
    <w:rsid w:val="001646C2"/>
    <w:rsid w:val="00170295"/>
    <w:rsid w:val="00170AD9"/>
    <w:rsid w:val="00170EB8"/>
    <w:rsid w:val="00181ACE"/>
    <w:rsid w:val="0019408A"/>
    <w:rsid w:val="00195E96"/>
    <w:rsid w:val="00197203"/>
    <w:rsid w:val="001A2F6C"/>
    <w:rsid w:val="001A5AC7"/>
    <w:rsid w:val="001B24EC"/>
    <w:rsid w:val="001B4613"/>
    <w:rsid w:val="001B69B8"/>
    <w:rsid w:val="001C1591"/>
    <w:rsid w:val="001C253B"/>
    <w:rsid w:val="001C6108"/>
    <w:rsid w:val="001E0F38"/>
    <w:rsid w:val="001E2A4D"/>
    <w:rsid w:val="001E6EF8"/>
    <w:rsid w:val="001F493A"/>
    <w:rsid w:val="001F66F7"/>
    <w:rsid w:val="00201BE6"/>
    <w:rsid w:val="00206F0B"/>
    <w:rsid w:val="002105D1"/>
    <w:rsid w:val="00211C17"/>
    <w:rsid w:val="00221B8C"/>
    <w:rsid w:val="00222172"/>
    <w:rsid w:val="00225404"/>
    <w:rsid w:val="00227E8B"/>
    <w:rsid w:val="00244B7D"/>
    <w:rsid w:val="0025233A"/>
    <w:rsid w:val="00266222"/>
    <w:rsid w:val="00266F44"/>
    <w:rsid w:val="0026707B"/>
    <w:rsid w:val="00274059"/>
    <w:rsid w:val="00275E0D"/>
    <w:rsid w:val="00276BF3"/>
    <w:rsid w:val="002805E2"/>
    <w:rsid w:val="00281848"/>
    <w:rsid w:val="00284FF8"/>
    <w:rsid w:val="00287EBA"/>
    <w:rsid w:val="00290295"/>
    <w:rsid w:val="0029201A"/>
    <w:rsid w:val="0029437E"/>
    <w:rsid w:val="002A6CA4"/>
    <w:rsid w:val="002B1612"/>
    <w:rsid w:val="002B4907"/>
    <w:rsid w:val="002B5F38"/>
    <w:rsid w:val="002B5F42"/>
    <w:rsid w:val="002B6636"/>
    <w:rsid w:val="002E3C6B"/>
    <w:rsid w:val="002E6F88"/>
    <w:rsid w:val="002F107D"/>
    <w:rsid w:val="00301952"/>
    <w:rsid w:val="00302EA1"/>
    <w:rsid w:val="003039CA"/>
    <w:rsid w:val="00312B3D"/>
    <w:rsid w:val="00313DF9"/>
    <w:rsid w:val="003216EA"/>
    <w:rsid w:val="00323D70"/>
    <w:rsid w:val="00324B8C"/>
    <w:rsid w:val="00330835"/>
    <w:rsid w:val="00343804"/>
    <w:rsid w:val="00344D10"/>
    <w:rsid w:val="003504F9"/>
    <w:rsid w:val="003535C7"/>
    <w:rsid w:val="00365D65"/>
    <w:rsid w:val="00371A99"/>
    <w:rsid w:val="00384B86"/>
    <w:rsid w:val="00386303"/>
    <w:rsid w:val="00387D3E"/>
    <w:rsid w:val="003939FC"/>
    <w:rsid w:val="00394C46"/>
    <w:rsid w:val="00396F36"/>
    <w:rsid w:val="003A299B"/>
    <w:rsid w:val="003B34DE"/>
    <w:rsid w:val="003B6459"/>
    <w:rsid w:val="003B7E0E"/>
    <w:rsid w:val="003D023F"/>
    <w:rsid w:val="003D34F6"/>
    <w:rsid w:val="003D41E5"/>
    <w:rsid w:val="003D747C"/>
    <w:rsid w:val="003D7EC9"/>
    <w:rsid w:val="003E525F"/>
    <w:rsid w:val="003E5E05"/>
    <w:rsid w:val="003E774C"/>
    <w:rsid w:val="003F03A2"/>
    <w:rsid w:val="003F0788"/>
    <w:rsid w:val="003F2C44"/>
    <w:rsid w:val="004011F8"/>
    <w:rsid w:val="004174BC"/>
    <w:rsid w:val="00417997"/>
    <w:rsid w:val="00417B67"/>
    <w:rsid w:val="004308C8"/>
    <w:rsid w:val="00433F37"/>
    <w:rsid w:val="0044165A"/>
    <w:rsid w:val="00444E60"/>
    <w:rsid w:val="00445472"/>
    <w:rsid w:val="00452B20"/>
    <w:rsid w:val="00452FBD"/>
    <w:rsid w:val="00455977"/>
    <w:rsid w:val="004616A6"/>
    <w:rsid w:val="00473182"/>
    <w:rsid w:val="00480728"/>
    <w:rsid w:val="00483DE2"/>
    <w:rsid w:val="00484983"/>
    <w:rsid w:val="00487E28"/>
    <w:rsid w:val="00491D4A"/>
    <w:rsid w:val="0049381C"/>
    <w:rsid w:val="00497AC1"/>
    <w:rsid w:val="00497E08"/>
    <w:rsid w:val="004A13AA"/>
    <w:rsid w:val="004A5BFB"/>
    <w:rsid w:val="004B1835"/>
    <w:rsid w:val="004B4AE8"/>
    <w:rsid w:val="004B4C23"/>
    <w:rsid w:val="004B4E59"/>
    <w:rsid w:val="004B6679"/>
    <w:rsid w:val="004B7661"/>
    <w:rsid w:val="004C1B53"/>
    <w:rsid w:val="004C3760"/>
    <w:rsid w:val="004C529C"/>
    <w:rsid w:val="004D34F6"/>
    <w:rsid w:val="004E1E14"/>
    <w:rsid w:val="004E1FBC"/>
    <w:rsid w:val="004E346E"/>
    <w:rsid w:val="004E6EFD"/>
    <w:rsid w:val="004E72B8"/>
    <w:rsid w:val="004F2B6A"/>
    <w:rsid w:val="004F4D3F"/>
    <w:rsid w:val="004F5315"/>
    <w:rsid w:val="00503560"/>
    <w:rsid w:val="005170E1"/>
    <w:rsid w:val="00521A4F"/>
    <w:rsid w:val="00522102"/>
    <w:rsid w:val="00522CCD"/>
    <w:rsid w:val="0052749E"/>
    <w:rsid w:val="00540915"/>
    <w:rsid w:val="0054558F"/>
    <w:rsid w:val="00553C77"/>
    <w:rsid w:val="00557DCA"/>
    <w:rsid w:val="0056406E"/>
    <w:rsid w:val="0056715E"/>
    <w:rsid w:val="00573EA7"/>
    <w:rsid w:val="00581C3B"/>
    <w:rsid w:val="0058302D"/>
    <w:rsid w:val="0058674E"/>
    <w:rsid w:val="00596F7D"/>
    <w:rsid w:val="005A02CC"/>
    <w:rsid w:val="005A07B5"/>
    <w:rsid w:val="005B22EE"/>
    <w:rsid w:val="005B31B6"/>
    <w:rsid w:val="005C6C42"/>
    <w:rsid w:val="005D38FB"/>
    <w:rsid w:val="005D649F"/>
    <w:rsid w:val="005E4540"/>
    <w:rsid w:val="005E5397"/>
    <w:rsid w:val="00621967"/>
    <w:rsid w:val="00630FA6"/>
    <w:rsid w:val="00640D37"/>
    <w:rsid w:val="00641906"/>
    <w:rsid w:val="00660B2A"/>
    <w:rsid w:val="00661F90"/>
    <w:rsid w:val="00670482"/>
    <w:rsid w:val="006738B4"/>
    <w:rsid w:val="006757A3"/>
    <w:rsid w:val="00676416"/>
    <w:rsid w:val="0068266A"/>
    <w:rsid w:val="00682CE5"/>
    <w:rsid w:val="00693BEF"/>
    <w:rsid w:val="006B195E"/>
    <w:rsid w:val="006C03AE"/>
    <w:rsid w:val="006C3B43"/>
    <w:rsid w:val="006C497D"/>
    <w:rsid w:val="006D4466"/>
    <w:rsid w:val="006D606D"/>
    <w:rsid w:val="006E3563"/>
    <w:rsid w:val="006F2D5A"/>
    <w:rsid w:val="006F4729"/>
    <w:rsid w:val="007017A2"/>
    <w:rsid w:val="00705E23"/>
    <w:rsid w:val="00714762"/>
    <w:rsid w:val="00716C0C"/>
    <w:rsid w:val="00717AEB"/>
    <w:rsid w:val="0072145E"/>
    <w:rsid w:val="00724D15"/>
    <w:rsid w:val="00734845"/>
    <w:rsid w:val="00736934"/>
    <w:rsid w:val="007410A1"/>
    <w:rsid w:val="00741E38"/>
    <w:rsid w:val="00743E2B"/>
    <w:rsid w:val="007441E8"/>
    <w:rsid w:val="007473A5"/>
    <w:rsid w:val="007514E2"/>
    <w:rsid w:val="00756D33"/>
    <w:rsid w:val="00757444"/>
    <w:rsid w:val="0076163C"/>
    <w:rsid w:val="00761EBB"/>
    <w:rsid w:val="007706C9"/>
    <w:rsid w:val="0078189C"/>
    <w:rsid w:val="007910EE"/>
    <w:rsid w:val="007A5B5E"/>
    <w:rsid w:val="007B34C9"/>
    <w:rsid w:val="007C6079"/>
    <w:rsid w:val="007D21A4"/>
    <w:rsid w:val="007E0AFB"/>
    <w:rsid w:val="007E24EE"/>
    <w:rsid w:val="007E3B98"/>
    <w:rsid w:val="007E4F81"/>
    <w:rsid w:val="007E72E8"/>
    <w:rsid w:val="007F28FB"/>
    <w:rsid w:val="007F2E31"/>
    <w:rsid w:val="008005C3"/>
    <w:rsid w:val="008024EB"/>
    <w:rsid w:val="0080793D"/>
    <w:rsid w:val="0081216F"/>
    <w:rsid w:val="00812D13"/>
    <w:rsid w:val="008136E4"/>
    <w:rsid w:val="0081437B"/>
    <w:rsid w:val="00821A80"/>
    <w:rsid w:val="00823220"/>
    <w:rsid w:val="008310BD"/>
    <w:rsid w:val="00831213"/>
    <w:rsid w:val="008344FF"/>
    <w:rsid w:val="008368E6"/>
    <w:rsid w:val="0085306B"/>
    <w:rsid w:val="00855AD4"/>
    <w:rsid w:val="0086498F"/>
    <w:rsid w:val="0086519A"/>
    <w:rsid w:val="00866380"/>
    <w:rsid w:val="00870256"/>
    <w:rsid w:val="0087199E"/>
    <w:rsid w:val="008859B3"/>
    <w:rsid w:val="00886A92"/>
    <w:rsid w:val="00893450"/>
    <w:rsid w:val="008A1C8B"/>
    <w:rsid w:val="008A29CA"/>
    <w:rsid w:val="008A4532"/>
    <w:rsid w:val="008A7964"/>
    <w:rsid w:val="008B2091"/>
    <w:rsid w:val="008C396C"/>
    <w:rsid w:val="008D3B5C"/>
    <w:rsid w:val="008D725E"/>
    <w:rsid w:val="008E2061"/>
    <w:rsid w:val="008E4F04"/>
    <w:rsid w:val="008F5958"/>
    <w:rsid w:val="008F678D"/>
    <w:rsid w:val="00903203"/>
    <w:rsid w:val="0090680C"/>
    <w:rsid w:val="00907E78"/>
    <w:rsid w:val="00917E50"/>
    <w:rsid w:val="00924545"/>
    <w:rsid w:val="00931980"/>
    <w:rsid w:val="00931C5F"/>
    <w:rsid w:val="009320A5"/>
    <w:rsid w:val="00934845"/>
    <w:rsid w:val="00940182"/>
    <w:rsid w:val="00942B1F"/>
    <w:rsid w:val="0094634C"/>
    <w:rsid w:val="0094723C"/>
    <w:rsid w:val="0095516F"/>
    <w:rsid w:val="00955C87"/>
    <w:rsid w:val="0095632B"/>
    <w:rsid w:val="00962AE3"/>
    <w:rsid w:val="009649D1"/>
    <w:rsid w:val="009748F0"/>
    <w:rsid w:val="0097750D"/>
    <w:rsid w:val="009776E8"/>
    <w:rsid w:val="009812F7"/>
    <w:rsid w:val="009831DB"/>
    <w:rsid w:val="009846F0"/>
    <w:rsid w:val="009A1B24"/>
    <w:rsid w:val="009A6F1F"/>
    <w:rsid w:val="009B2C81"/>
    <w:rsid w:val="009C103B"/>
    <w:rsid w:val="009C6ED6"/>
    <w:rsid w:val="009C718A"/>
    <w:rsid w:val="009D51B2"/>
    <w:rsid w:val="009E2E50"/>
    <w:rsid w:val="009F4217"/>
    <w:rsid w:val="009F64BC"/>
    <w:rsid w:val="009F6D98"/>
    <w:rsid w:val="009F76CC"/>
    <w:rsid w:val="00A3005B"/>
    <w:rsid w:val="00A30D19"/>
    <w:rsid w:val="00A326A0"/>
    <w:rsid w:val="00A47F6A"/>
    <w:rsid w:val="00A509D1"/>
    <w:rsid w:val="00A51ED6"/>
    <w:rsid w:val="00A55FF9"/>
    <w:rsid w:val="00A6745D"/>
    <w:rsid w:val="00A70D8A"/>
    <w:rsid w:val="00A742D7"/>
    <w:rsid w:val="00A81A99"/>
    <w:rsid w:val="00A8256D"/>
    <w:rsid w:val="00A85C8B"/>
    <w:rsid w:val="00A85F27"/>
    <w:rsid w:val="00A874BF"/>
    <w:rsid w:val="00A97541"/>
    <w:rsid w:val="00AA4E93"/>
    <w:rsid w:val="00AA5025"/>
    <w:rsid w:val="00AA5919"/>
    <w:rsid w:val="00AB0293"/>
    <w:rsid w:val="00AB2D18"/>
    <w:rsid w:val="00AB485E"/>
    <w:rsid w:val="00AB610F"/>
    <w:rsid w:val="00AB6798"/>
    <w:rsid w:val="00AB694A"/>
    <w:rsid w:val="00AD2155"/>
    <w:rsid w:val="00AD6A1E"/>
    <w:rsid w:val="00AF6A0F"/>
    <w:rsid w:val="00B01625"/>
    <w:rsid w:val="00B14512"/>
    <w:rsid w:val="00B15047"/>
    <w:rsid w:val="00B17D37"/>
    <w:rsid w:val="00B17D87"/>
    <w:rsid w:val="00B21F37"/>
    <w:rsid w:val="00B23324"/>
    <w:rsid w:val="00B24418"/>
    <w:rsid w:val="00B30322"/>
    <w:rsid w:val="00B350E1"/>
    <w:rsid w:val="00B35750"/>
    <w:rsid w:val="00B525D1"/>
    <w:rsid w:val="00B6034F"/>
    <w:rsid w:val="00B60843"/>
    <w:rsid w:val="00B62E04"/>
    <w:rsid w:val="00B66B8F"/>
    <w:rsid w:val="00B6711E"/>
    <w:rsid w:val="00B704FD"/>
    <w:rsid w:val="00B76849"/>
    <w:rsid w:val="00B769B1"/>
    <w:rsid w:val="00B90FB7"/>
    <w:rsid w:val="00B91517"/>
    <w:rsid w:val="00B93565"/>
    <w:rsid w:val="00B96348"/>
    <w:rsid w:val="00BB01D5"/>
    <w:rsid w:val="00BB559C"/>
    <w:rsid w:val="00BB63A0"/>
    <w:rsid w:val="00BC12E6"/>
    <w:rsid w:val="00BC5E1B"/>
    <w:rsid w:val="00BD40F6"/>
    <w:rsid w:val="00BD52E0"/>
    <w:rsid w:val="00BD6F0B"/>
    <w:rsid w:val="00BE2F9E"/>
    <w:rsid w:val="00BF2039"/>
    <w:rsid w:val="00BF61E6"/>
    <w:rsid w:val="00C00A01"/>
    <w:rsid w:val="00C02F31"/>
    <w:rsid w:val="00C05F40"/>
    <w:rsid w:val="00C066FF"/>
    <w:rsid w:val="00C0681A"/>
    <w:rsid w:val="00C068EC"/>
    <w:rsid w:val="00C07E29"/>
    <w:rsid w:val="00C111E3"/>
    <w:rsid w:val="00C30D87"/>
    <w:rsid w:val="00C3102D"/>
    <w:rsid w:val="00C34376"/>
    <w:rsid w:val="00C3518F"/>
    <w:rsid w:val="00C36D86"/>
    <w:rsid w:val="00C4057F"/>
    <w:rsid w:val="00C43E04"/>
    <w:rsid w:val="00C457C9"/>
    <w:rsid w:val="00C47C80"/>
    <w:rsid w:val="00C53162"/>
    <w:rsid w:val="00C55D37"/>
    <w:rsid w:val="00C577EE"/>
    <w:rsid w:val="00C660C9"/>
    <w:rsid w:val="00C66E56"/>
    <w:rsid w:val="00C8721D"/>
    <w:rsid w:val="00C872A7"/>
    <w:rsid w:val="00C956AF"/>
    <w:rsid w:val="00C96A1C"/>
    <w:rsid w:val="00C97970"/>
    <w:rsid w:val="00CB2156"/>
    <w:rsid w:val="00CB5353"/>
    <w:rsid w:val="00CC00E9"/>
    <w:rsid w:val="00CC73C7"/>
    <w:rsid w:val="00CD064A"/>
    <w:rsid w:val="00CD1027"/>
    <w:rsid w:val="00CE6264"/>
    <w:rsid w:val="00CE6921"/>
    <w:rsid w:val="00CE6CC9"/>
    <w:rsid w:val="00CE7AAB"/>
    <w:rsid w:val="00D0436C"/>
    <w:rsid w:val="00D0664E"/>
    <w:rsid w:val="00D120AC"/>
    <w:rsid w:val="00D37CD5"/>
    <w:rsid w:val="00D40ED4"/>
    <w:rsid w:val="00D451B9"/>
    <w:rsid w:val="00D47EC2"/>
    <w:rsid w:val="00D52982"/>
    <w:rsid w:val="00D555AB"/>
    <w:rsid w:val="00D55C5A"/>
    <w:rsid w:val="00D55FF5"/>
    <w:rsid w:val="00D56DBA"/>
    <w:rsid w:val="00D61C91"/>
    <w:rsid w:val="00D64587"/>
    <w:rsid w:val="00D67BF4"/>
    <w:rsid w:val="00D75342"/>
    <w:rsid w:val="00D7754F"/>
    <w:rsid w:val="00D91586"/>
    <w:rsid w:val="00D93EC7"/>
    <w:rsid w:val="00DA1668"/>
    <w:rsid w:val="00DA24E9"/>
    <w:rsid w:val="00DA2F4A"/>
    <w:rsid w:val="00DA579C"/>
    <w:rsid w:val="00DC1087"/>
    <w:rsid w:val="00DC2EA9"/>
    <w:rsid w:val="00DC33C7"/>
    <w:rsid w:val="00DC52EF"/>
    <w:rsid w:val="00DD1E34"/>
    <w:rsid w:val="00DD7A77"/>
    <w:rsid w:val="00DE6E3E"/>
    <w:rsid w:val="00DF13C3"/>
    <w:rsid w:val="00DF2B58"/>
    <w:rsid w:val="00E01C44"/>
    <w:rsid w:val="00E03960"/>
    <w:rsid w:val="00E065B8"/>
    <w:rsid w:val="00E07BC2"/>
    <w:rsid w:val="00E12986"/>
    <w:rsid w:val="00E16D05"/>
    <w:rsid w:val="00E23289"/>
    <w:rsid w:val="00E24134"/>
    <w:rsid w:val="00E25108"/>
    <w:rsid w:val="00E324B8"/>
    <w:rsid w:val="00E36726"/>
    <w:rsid w:val="00E36ED2"/>
    <w:rsid w:val="00E373F3"/>
    <w:rsid w:val="00E4219D"/>
    <w:rsid w:val="00E4292B"/>
    <w:rsid w:val="00E4367B"/>
    <w:rsid w:val="00E43ABF"/>
    <w:rsid w:val="00E46234"/>
    <w:rsid w:val="00E46A6B"/>
    <w:rsid w:val="00E46ABA"/>
    <w:rsid w:val="00E5318A"/>
    <w:rsid w:val="00E531B0"/>
    <w:rsid w:val="00E53CBD"/>
    <w:rsid w:val="00E561D3"/>
    <w:rsid w:val="00E56204"/>
    <w:rsid w:val="00E638A2"/>
    <w:rsid w:val="00E65FC2"/>
    <w:rsid w:val="00E66CAB"/>
    <w:rsid w:val="00E70572"/>
    <w:rsid w:val="00E7445A"/>
    <w:rsid w:val="00E746C9"/>
    <w:rsid w:val="00E74A9B"/>
    <w:rsid w:val="00E974A4"/>
    <w:rsid w:val="00E97802"/>
    <w:rsid w:val="00EA01C5"/>
    <w:rsid w:val="00EA31DB"/>
    <w:rsid w:val="00EA6479"/>
    <w:rsid w:val="00EB203E"/>
    <w:rsid w:val="00EB6552"/>
    <w:rsid w:val="00EC11A8"/>
    <w:rsid w:val="00EC5FC7"/>
    <w:rsid w:val="00EC7CDC"/>
    <w:rsid w:val="00ED03A6"/>
    <w:rsid w:val="00ED79ED"/>
    <w:rsid w:val="00EE3A28"/>
    <w:rsid w:val="00EE5BE8"/>
    <w:rsid w:val="00EE71C2"/>
    <w:rsid w:val="00F03DFC"/>
    <w:rsid w:val="00F07B97"/>
    <w:rsid w:val="00F150D9"/>
    <w:rsid w:val="00F177FD"/>
    <w:rsid w:val="00F215FA"/>
    <w:rsid w:val="00F3048D"/>
    <w:rsid w:val="00F31310"/>
    <w:rsid w:val="00F32DF0"/>
    <w:rsid w:val="00F36A73"/>
    <w:rsid w:val="00F41ECA"/>
    <w:rsid w:val="00F500AD"/>
    <w:rsid w:val="00F62CEB"/>
    <w:rsid w:val="00F66C90"/>
    <w:rsid w:val="00F67328"/>
    <w:rsid w:val="00F70356"/>
    <w:rsid w:val="00F770E6"/>
    <w:rsid w:val="00F813DC"/>
    <w:rsid w:val="00F85EC3"/>
    <w:rsid w:val="00FA1C38"/>
    <w:rsid w:val="00FA61B0"/>
    <w:rsid w:val="00FA6A6A"/>
    <w:rsid w:val="00FA72A6"/>
    <w:rsid w:val="00FB27B3"/>
    <w:rsid w:val="00FB4100"/>
    <w:rsid w:val="00FB64A2"/>
    <w:rsid w:val="00FB74C1"/>
    <w:rsid w:val="00FC0C06"/>
    <w:rsid w:val="00FC0CE8"/>
    <w:rsid w:val="00FC1F36"/>
    <w:rsid w:val="00FD3073"/>
    <w:rsid w:val="00FD3990"/>
    <w:rsid w:val="00FD3E98"/>
    <w:rsid w:val="00FD4117"/>
    <w:rsid w:val="00FD4DCB"/>
    <w:rsid w:val="00FD5CFC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905240"/>
  <w15:docId w15:val="{BEFD0237-3A7B-4477-A633-4E00AA13C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3" w:uiPriority="99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rFonts w:cs="Times New Roman"/>
      <w:b/>
      <w:caps/>
      <w:u w:val="single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 w:cs="Times New Roman"/>
      <w:b/>
      <w:u w:val="single"/>
      <w:lang w:val="x-none" w:eastAsia="x-non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rFonts w:cs="Times New Roman"/>
      <w:b/>
      <w:u w:val="single"/>
      <w:lang w:val="x-none" w:eastAsia="x-non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rFonts w:cs="Times New Roman"/>
      <w:sz w:val="16"/>
      <w:szCs w:val="16"/>
      <w:lang w:val="x-none" w:eastAsia="x-none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rFonts w:cs="Times New Roman"/>
      <w:i/>
      <w:lang w:val="x-none" w:eastAsia="x-none"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  <w:rPr>
      <w:rFonts w:cs="Times New Roman"/>
      <w:lang w:val="x-none" w:eastAsia="x-none"/>
    </w:r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rFonts w:cs="Times New Roman"/>
      <w:i/>
      <w:lang w:val="x-none" w:eastAsia="x-none"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rFonts w:cs="Times New Roman"/>
      <w:i/>
      <w:sz w:val="18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Emphase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  <w:lang w:bidi="ar-SA"/>
    </w:rPr>
  </w:style>
  <w:style w:type="paragraph" w:styleId="Pieddepage">
    <w:name w:val="footer"/>
    <w:basedOn w:val="Normal"/>
    <w:link w:val="PieddepageCar"/>
    <w:rsid w:val="000C5341"/>
    <w:rPr>
      <w:rFonts w:cs="Times New Roman"/>
      <w:noProof/>
      <w:sz w:val="16"/>
      <w:szCs w:val="16"/>
      <w:lang w:val="x-none" w:eastAsia="x-none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/>
      <w:b/>
      <w:caps/>
      <w:color w:val="000000"/>
      <w:szCs w:val="24"/>
      <w:u w:val="single"/>
      <w:lang w:val="x-none" w:eastAsia="x-none"/>
    </w:rPr>
  </w:style>
  <w:style w:type="character" w:customStyle="1" w:styleId="Titre2Car">
    <w:name w:val="Titre 2 Car"/>
    <w:link w:val="Titre2"/>
    <w:rsid w:val="000C5341"/>
    <w:rPr>
      <w:rFonts w:ascii="Arial Gras" w:hAnsi="Arial Gras"/>
      <w:b/>
      <w:color w:val="000000"/>
      <w:szCs w:val="24"/>
      <w:u w:val="single"/>
      <w:lang w:val="x-none" w:eastAsia="x-none"/>
    </w:rPr>
  </w:style>
  <w:style w:type="character" w:customStyle="1" w:styleId="Titre3Car">
    <w:name w:val="Titre 3 Car"/>
    <w:link w:val="Titre3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4Car">
    <w:name w:val="Titre 4 Car"/>
    <w:link w:val="Titre4"/>
    <w:rsid w:val="000C5341"/>
    <w:rPr>
      <w:rFonts w:ascii="Arial" w:hAnsi="Arial"/>
      <w:b/>
      <w:color w:val="000000"/>
      <w:szCs w:val="24"/>
      <w:u w:val="single"/>
      <w:lang w:val="x-none" w:eastAsia="x-none"/>
    </w:rPr>
  </w:style>
  <w:style w:type="character" w:customStyle="1" w:styleId="Titre5Car">
    <w:name w:val="Titre 5 Car"/>
    <w:link w:val="Titre5"/>
    <w:rsid w:val="000C5341"/>
    <w:rPr>
      <w:rFonts w:ascii="Arial" w:hAnsi="Arial"/>
      <w:color w:val="000000"/>
      <w:sz w:val="16"/>
      <w:szCs w:val="16"/>
      <w:lang w:val="x-none" w:eastAsia="x-none"/>
    </w:rPr>
  </w:style>
  <w:style w:type="character" w:customStyle="1" w:styleId="Titre6Car">
    <w:name w:val="Titre 6 Car"/>
    <w:link w:val="Titre6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7Car">
    <w:name w:val="Titre 7 Car"/>
    <w:link w:val="Titre7"/>
    <w:rsid w:val="000C5341"/>
    <w:rPr>
      <w:rFonts w:ascii="Arial" w:hAnsi="Arial"/>
      <w:color w:val="000000"/>
      <w:szCs w:val="24"/>
      <w:lang w:val="x-none" w:eastAsia="x-none"/>
    </w:rPr>
  </w:style>
  <w:style w:type="character" w:customStyle="1" w:styleId="Titre8Car">
    <w:name w:val="Titre 8 Car"/>
    <w:link w:val="Titre8"/>
    <w:rsid w:val="000C5341"/>
    <w:rPr>
      <w:rFonts w:ascii="Arial" w:hAnsi="Arial"/>
      <w:i/>
      <w:color w:val="000000"/>
      <w:szCs w:val="24"/>
      <w:lang w:val="x-none" w:eastAsia="x-none"/>
    </w:rPr>
  </w:style>
  <w:style w:type="character" w:customStyle="1" w:styleId="Titre9Car">
    <w:name w:val="Titre 9 Car"/>
    <w:link w:val="Titre9"/>
    <w:rsid w:val="000C5341"/>
    <w:rPr>
      <w:rFonts w:ascii="Arial" w:hAnsi="Arial"/>
      <w:i/>
      <w:color w:val="000000"/>
      <w:sz w:val="18"/>
      <w:szCs w:val="24"/>
      <w:lang w:val="x-none" w:eastAsia="x-none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rFonts w:cs="Times New Roman"/>
      <w:i/>
      <w:noProof/>
      <w:sz w:val="16"/>
      <w:szCs w:val="16"/>
      <w:lang w:val="x-none" w:eastAsia="x-none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  <w:lang w:val="x-none" w:eastAsia="x-none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styleId="En-ttedetabledesmatires">
    <w:name w:val="TOC Heading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Grillemoyenne1-Accent21">
    <w:name w:val="Grille moyenne 1 - Accent 21"/>
    <w:basedOn w:val="Normal"/>
    <w:uiPriority w:val="34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Grillemoyenne1-Accent2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Grillemoyenne1-Accent2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Grillemoyenne1-Accent2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C5341"/>
    <w:pPr>
      <w:keepNext/>
      <w:keepLines/>
      <w:suppressAutoHyphens/>
      <w:spacing w:before="120" w:after="360"/>
      <w:jc w:val="center"/>
    </w:pPr>
    <w:rPr>
      <w:rFonts w:ascii="Arial" w:hAnsi="Arial"/>
      <w:b/>
      <w:noProof/>
      <w:color w:val="000000"/>
      <w:sz w:val="28"/>
      <w:szCs w:val="28"/>
      <w:u w:val="single"/>
    </w:rPr>
  </w:style>
  <w:style w:type="character" w:customStyle="1" w:styleId="TitreCar">
    <w:name w:val="Titre Car"/>
    <w:aliases w:val="Chapitre Car"/>
    <w:link w:val="Titre0"/>
    <w:rsid w:val="000C5341"/>
    <w:rPr>
      <w:rFonts w:ascii="Arial" w:hAnsi="Arial"/>
      <w:b/>
      <w:noProof/>
      <w:color w:val="000000"/>
      <w:sz w:val="28"/>
      <w:szCs w:val="28"/>
      <w:u w:val="single"/>
      <w:lang w:bidi="ar-SA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styleId="Retraitcorpsdetexte">
    <w:name w:val="Body Text Indent"/>
    <w:basedOn w:val="Normal"/>
    <w:link w:val="RetraitcorpsdetexteCar"/>
    <w:rsid w:val="007410A1"/>
    <w:pPr>
      <w:spacing w:after="120"/>
      <w:ind w:left="283"/>
    </w:pPr>
    <w:rPr>
      <w:rFonts w:cs="Times New Roman"/>
      <w:lang w:val="x-none" w:eastAsia="x-none"/>
    </w:rPr>
  </w:style>
  <w:style w:type="character" w:customStyle="1" w:styleId="RetraitcorpsdetexteCar">
    <w:name w:val="Retrait corps de texte Car"/>
    <w:link w:val="Retraitcorpsdetexte"/>
    <w:rsid w:val="007410A1"/>
    <w:rPr>
      <w:rFonts w:ascii="Arial" w:hAnsi="Arial" w:cs="Arial"/>
      <w:color w:val="000000"/>
      <w:szCs w:val="24"/>
    </w:rPr>
  </w:style>
  <w:style w:type="paragraph" w:styleId="Retraitcorpsdetexte2">
    <w:name w:val="Body Text Indent 2"/>
    <w:basedOn w:val="Normal"/>
    <w:link w:val="Retraitcorpsdetexte2Car"/>
    <w:rsid w:val="007410A1"/>
    <w:pPr>
      <w:spacing w:after="120" w:line="480" w:lineRule="auto"/>
      <w:ind w:left="283"/>
    </w:pPr>
    <w:rPr>
      <w:rFonts w:cs="Times New Roman"/>
      <w:lang w:val="x-none" w:eastAsia="x-none"/>
    </w:rPr>
  </w:style>
  <w:style w:type="character" w:customStyle="1" w:styleId="Retraitcorpsdetexte2Car">
    <w:name w:val="Retrait corps de texte 2 Car"/>
    <w:link w:val="Retraitcorpsdetexte2"/>
    <w:rsid w:val="007410A1"/>
    <w:rPr>
      <w:rFonts w:ascii="Arial" w:hAnsi="Arial" w:cs="Arial"/>
      <w:color w:val="000000"/>
      <w:szCs w:val="24"/>
    </w:rPr>
  </w:style>
  <w:style w:type="paragraph" w:styleId="Retraitcorpsdetexte3">
    <w:name w:val="Body Text Indent 3"/>
    <w:basedOn w:val="Normal"/>
    <w:link w:val="Retraitcorpsdetexte3Car"/>
    <w:rsid w:val="007410A1"/>
    <w:pPr>
      <w:spacing w:after="120"/>
      <w:ind w:left="283"/>
    </w:pPr>
    <w:rPr>
      <w:rFonts w:cs="Times New Roman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rsid w:val="007410A1"/>
    <w:rPr>
      <w:rFonts w:ascii="Arial" w:hAnsi="Arial" w:cs="Arial"/>
      <w:color w:val="000000"/>
      <w:sz w:val="16"/>
      <w:szCs w:val="16"/>
    </w:rPr>
  </w:style>
  <w:style w:type="paragraph" w:customStyle="1" w:styleId="Listecouleur-Accent11">
    <w:name w:val="Liste couleur - Accent 11"/>
    <w:basedOn w:val="Normal"/>
    <w:qFormat/>
    <w:rsid w:val="007410A1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  <w:color w:val="auto"/>
      <w:sz w:val="22"/>
      <w:szCs w:val="22"/>
    </w:rPr>
  </w:style>
  <w:style w:type="paragraph" w:styleId="Corpsdetexte3">
    <w:name w:val="Body Text 3"/>
    <w:basedOn w:val="Normal"/>
    <w:link w:val="Corpsdetexte3Car"/>
    <w:uiPriority w:val="99"/>
    <w:unhideWhenUsed/>
    <w:rsid w:val="00FB4100"/>
    <w:pPr>
      <w:spacing w:after="120"/>
    </w:pPr>
    <w:rPr>
      <w:rFonts w:ascii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uiPriority w:val="99"/>
    <w:rsid w:val="00FB4100"/>
    <w:rPr>
      <w:sz w:val="16"/>
      <w:szCs w:val="16"/>
    </w:rPr>
  </w:style>
  <w:style w:type="paragraph" w:customStyle="1" w:styleId="StandardLTGliederung1">
    <w:name w:val="Standard~LT~Gliederung 1"/>
    <w:rsid w:val="00042C62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DejaVu Sans" w:eastAsia="DejaVu Sans" w:hAnsi="DejaVu Sans"/>
      <w:color w:val="CCECFF"/>
      <w:sz w:val="64"/>
      <w:szCs w:val="6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Marquedecommentaire">
    <w:name w:val="annotation reference"/>
    <w:basedOn w:val="Policepardfaut"/>
    <w:rsid w:val="004E346E"/>
    <w:rPr>
      <w:sz w:val="16"/>
      <w:szCs w:val="16"/>
    </w:rPr>
  </w:style>
  <w:style w:type="paragraph" w:styleId="Commentaire">
    <w:name w:val="annotation text"/>
    <w:basedOn w:val="Normal"/>
    <w:link w:val="CommentaireCar"/>
    <w:rsid w:val="004E346E"/>
    <w:rPr>
      <w:szCs w:val="20"/>
    </w:rPr>
  </w:style>
  <w:style w:type="character" w:customStyle="1" w:styleId="CommentaireCar">
    <w:name w:val="Commentaire Car"/>
    <w:basedOn w:val="Policepardfaut"/>
    <w:link w:val="Commentaire"/>
    <w:rsid w:val="004E346E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58302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8302D"/>
    <w:rPr>
      <w:rFonts w:ascii="Arial" w:hAnsi="Arial" w:cs="Arial"/>
      <w:b/>
      <w:bCs/>
      <w:color w:val="000000"/>
    </w:rPr>
  </w:style>
  <w:style w:type="paragraph" w:styleId="Rvision">
    <w:name w:val="Revision"/>
    <w:hidden/>
    <w:uiPriority w:val="71"/>
    <w:rsid w:val="00080765"/>
    <w:rPr>
      <w:rFonts w:ascii="Arial" w:hAnsi="Arial" w:cs="Arial"/>
      <w:color w:val="000000"/>
      <w:szCs w:val="24"/>
    </w:rPr>
  </w:style>
  <w:style w:type="paragraph" w:styleId="Pardeliste">
    <w:name w:val="List Paragraph"/>
    <w:basedOn w:val="Normal"/>
    <w:uiPriority w:val="72"/>
    <w:qFormat/>
    <w:rsid w:val="00CE6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6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61ADC-6EB8-8A4F-9533-19D0CE3A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56</TotalTime>
  <Pages>5</Pages>
  <Words>2055</Words>
  <Characters>11306</Characters>
  <Application>Microsoft Macintosh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Utilisateur de Microsoft Office</cp:lastModifiedBy>
  <cp:revision>12</cp:revision>
  <cp:lastPrinted>2018-05-25T21:04:00Z</cp:lastPrinted>
  <dcterms:created xsi:type="dcterms:W3CDTF">2018-05-22T09:38:00Z</dcterms:created>
  <dcterms:modified xsi:type="dcterms:W3CDTF">2018-05-25T21:12:00Z</dcterms:modified>
</cp:coreProperties>
</file>